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76" w:rsidRPr="005A4C2B" w:rsidRDefault="00DF1976" w:rsidP="00DF19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F1976" w:rsidRPr="005A4C2B" w:rsidRDefault="00DF1976" w:rsidP="00DF1976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F1976" w:rsidRPr="005A4C2B" w:rsidRDefault="00DF1976" w:rsidP="00DF1976">
      <w:pPr>
        <w:spacing w:after="0" w:line="240" w:lineRule="auto"/>
        <w:rPr>
          <w:rFonts w:ascii="Corbel" w:hAnsi="Corbel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60" w:after="60"/>
              <w:rPr>
                <w:rFonts w:ascii="Corbel" w:hAnsi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/>
                <w:color w:val="auto"/>
                <w:sz w:val="21"/>
                <w:szCs w:val="21"/>
              </w:rPr>
              <w:t>Polityka zatrudnienia i wynagrodzeń</w:t>
            </w:r>
          </w:p>
        </w:tc>
      </w:tr>
      <w:tr w:rsidR="00DF1976" w:rsidRPr="00B56A7F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spacing w:after="0" w:line="240" w:lineRule="auto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/C-1.2a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II / 4 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DF1976" w:rsidRPr="005A4C2B" w:rsidTr="008121B6">
        <w:tc>
          <w:tcPr>
            <w:tcW w:w="2694" w:type="dxa"/>
            <w:vAlign w:val="center"/>
          </w:tcPr>
          <w:p w:rsidR="00DF1976" w:rsidRPr="005A4C2B" w:rsidRDefault="00DF1976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F1976" w:rsidRPr="005A4C2B" w:rsidRDefault="00DF1976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hab.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Mariola Grzebyk</w:t>
            </w:r>
            <w:r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DF1976" w:rsidRPr="005A4C2B" w:rsidRDefault="00DF1976" w:rsidP="00DF1976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F1976" w:rsidRPr="005A4C2B" w:rsidRDefault="00DF1976" w:rsidP="00DF1976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478"/>
      </w:tblGrid>
      <w:tr w:rsidR="00DF1976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76" w:rsidRPr="005A4C2B" w:rsidRDefault="00DF197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F1976" w:rsidRPr="005A4C2B" w:rsidRDefault="00DF1976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76" w:rsidRPr="005A4C2B" w:rsidRDefault="00DF1976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F1976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76" w:rsidRPr="005A4C2B" w:rsidRDefault="00DF1976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DF1976" w:rsidRPr="005A4C2B" w:rsidRDefault="00DF1976" w:rsidP="00DF1976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F1976" w:rsidRPr="005A4C2B" w:rsidRDefault="00DF1976" w:rsidP="00DF19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DF1976" w:rsidRPr="005A4C2B" w:rsidTr="008121B6">
        <w:tc>
          <w:tcPr>
            <w:tcW w:w="9670" w:type="dxa"/>
          </w:tcPr>
          <w:p w:rsidR="00DF1976" w:rsidRPr="005A4C2B" w:rsidRDefault="00DF1976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ogólną wiedzę dotyczącą funkcjonowania przedsiębiorstwa.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F1976" w:rsidRPr="005A4C2B" w:rsidRDefault="00DF1976" w:rsidP="00DF1976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4"/>
      </w:tblGrid>
      <w:tr w:rsidR="00DF1976" w:rsidRPr="005A4C2B" w:rsidTr="008121B6">
        <w:tc>
          <w:tcPr>
            <w:tcW w:w="851" w:type="dxa"/>
            <w:vAlign w:val="center"/>
          </w:tcPr>
          <w:p w:rsidR="00DF1976" w:rsidRPr="005A4C2B" w:rsidRDefault="00DF19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F1976" w:rsidRPr="005A4C2B" w:rsidRDefault="00DF19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celami, funkcjami i znaczeniem polityki zatrudnienia i wynagradzania pracowników w przedsiębiorstwie.</w:t>
            </w:r>
          </w:p>
        </w:tc>
      </w:tr>
      <w:tr w:rsidR="00DF1976" w:rsidRPr="005A4C2B" w:rsidTr="008121B6">
        <w:tc>
          <w:tcPr>
            <w:tcW w:w="851" w:type="dxa"/>
            <w:vAlign w:val="center"/>
          </w:tcPr>
          <w:p w:rsidR="00DF1976" w:rsidRPr="005A4C2B" w:rsidRDefault="00DF1976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F1976" w:rsidRPr="005A4C2B" w:rsidRDefault="00DF1976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F1976" w:rsidRPr="005A4C2B" w:rsidRDefault="00DF1976" w:rsidP="00DF1976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89"/>
        <w:gridCol w:w="1831"/>
      </w:tblGrid>
      <w:tr w:rsidR="00DF1976" w:rsidRPr="005A4C2B" w:rsidTr="008121B6">
        <w:tc>
          <w:tcPr>
            <w:tcW w:w="1701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DF1976" w:rsidRPr="005A4C2B" w:rsidTr="008121B6">
        <w:tc>
          <w:tcPr>
            <w:tcW w:w="1701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i zna zasady polityki zatrudnienia pracowników. </w:t>
            </w:r>
          </w:p>
        </w:tc>
        <w:tc>
          <w:tcPr>
            <w:tcW w:w="1873" w:type="dxa"/>
          </w:tcPr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DF1976" w:rsidRPr="005A4C2B" w:rsidTr="008121B6">
        <w:tc>
          <w:tcPr>
            <w:tcW w:w="1701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Definiuje i zna miejsce i rolę wynagrodzeń w systemie motywacyjnym pracowników.</w:t>
            </w:r>
          </w:p>
        </w:tc>
        <w:tc>
          <w:tcPr>
            <w:tcW w:w="1873" w:type="dxa"/>
          </w:tcPr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DF1976" w:rsidRPr="005A4C2B" w:rsidTr="008121B6">
        <w:tc>
          <w:tcPr>
            <w:tcW w:w="1701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wiedzę teoretyczną dotyczącą polityki zatrudnienia i wynagradzania pracowników do rozwiązywania problemów personalnych w przedsiębiorstwie.</w:t>
            </w:r>
          </w:p>
        </w:tc>
        <w:tc>
          <w:tcPr>
            <w:tcW w:w="1873" w:type="dxa"/>
          </w:tcPr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04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10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</w:t>
            </w:r>
            <w:proofErr w:type="spellEnd"/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 xml:space="preserve"> 11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DF1976" w:rsidRPr="005A4C2B" w:rsidTr="008121B6">
        <w:tc>
          <w:tcPr>
            <w:tcW w:w="1701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Podaje własne rozstrzygnięcia problemu, prezentując aktywną i twórczą postawę.</w:t>
            </w:r>
          </w:p>
        </w:tc>
        <w:tc>
          <w:tcPr>
            <w:tcW w:w="1873" w:type="dxa"/>
          </w:tcPr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DF1976" w:rsidRPr="005A4C2B" w:rsidRDefault="00DF1976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K_K04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F1976" w:rsidRPr="005A4C2B" w:rsidRDefault="00DF1976" w:rsidP="00DF19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DF1976" w:rsidRPr="005A4C2B" w:rsidRDefault="00DF1976" w:rsidP="00DF1976">
      <w:pPr>
        <w:pStyle w:val="Akapitzlist"/>
        <w:numPr>
          <w:ilvl w:val="0"/>
          <w:numId w:val="403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pracowników do organizacji – etapy, znaczenie dla organizacji. Uwagi wstępne.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warsztatów poświęconych określonym problemom, którymi się dana organizacja zajmuje lub bezpośrednio możliwościom np. kariery zawodowej.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i techniki selekcji; wady i zalety. Redukcja personelu.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Ogłoszenie o wolnym wakacie. List motywacyjny, CV, list referencyjny, ankiety biograficzne.</w:t>
            </w:r>
          </w:p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kafeteryjne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 Etapy i zasady tworzenia systemu wynagrodzeń.</w:t>
            </w:r>
          </w:p>
        </w:tc>
      </w:tr>
      <w:tr w:rsidR="00DF1976" w:rsidRPr="005A4C2B" w:rsidTr="008121B6">
        <w:tc>
          <w:tcPr>
            <w:tcW w:w="9639" w:type="dxa"/>
          </w:tcPr>
          <w:p w:rsidR="00DF1976" w:rsidRPr="005A4C2B" w:rsidRDefault="00DF1976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:rsidR="00DF1976" w:rsidRDefault="00DF1976" w:rsidP="00DF19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F1976" w:rsidRDefault="00DF1976" w:rsidP="00DF19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F1976" w:rsidRDefault="00DF1976" w:rsidP="00DF19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F1976" w:rsidRPr="005A4C2B" w:rsidRDefault="00DF1976" w:rsidP="00DF197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studium przypadku, analiza i interpretacja danych pochodzących z przykładowych przedsiębiorstw, praca w grupach.</w:t>
      </w:r>
    </w:p>
    <w:p w:rsidR="00DF1976" w:rsidRPr="005A4C2B" w:rsidRDefault="00DF1976" w:rsidP="00DF1976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F1976" w:rsidRPr="005A4C2B" w:rsidRDefault="00DF1976" w:rsidP="00DF19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F1976" w:rsidRPr="005A4C2B" w:rsidRDefault="00DF1976" w:rsidP="00DF19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29"/>
        <w:gridCol w:w="2080"/>
      </w:tblGrid>
      <w:tr w:rsidR="00DF1976" w:rsidRPr="005A4C2B" w:rsidTr="008121B6">
        <w:tc>
          <w:tcPr>
            <w:tcW w:w="1843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F1976" w:rsidRPr="005A4C2B" w:rsidTr="008121B6">
        <w:tc>
          <w:tcPr>
            <w:tcW w:w="1843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F1976" w:rsidRPr="005A4C2B" w:rsidTr="008121B6">
        <w:tc>
          <w:tcPr>
            <w:tcW w:w="1843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F1976" w:rsidRPr="005A4C2B" w:rsidTr="008121B6">
        <w:tc>
          <w:tcPr>
            <w:tcW w:w="1843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F1976" w:rsidRPr="005A4C2B" w:rsidTr="008121B6">
        <w:tc>
          <w:tcPr>
            <w:tcW w:w="1843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DF1976" w:rsidRPr="005A4C2B" w:rsidTr="008121B6">
        <w:tc>
          <w:tcPr>
            <w:tcW w:w="9670" w:type="dxa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DF1976" w:rsidRPr="005A4C2B" w:rsidRDefault="00DF1976" w:rsidP="008121B6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 obejmujące treści przekazane i wypracowane w trakcie ćwiczeń. Podstawą oceny pozytywnej jest wynik pracy pisemnej, z której student uzyska min. 50% wymaganych punktów oraz obecność na zajęciach i aktywność.</w:t>
            </w:r>
          </w:p>
        </w:tc>
      </w:tr>
    </w:tbl>
    <w:p w:rsidR="00DF1976" w:rsidRPr="005A4C2B" w:rsidRDefault="00DF1976" w:rsidP="00DF197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DF1976" w:rsidRPr="005A4C2B" w:rsidRDefault="00DF1976" w:rsidP="00DF1976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6"/>
        <w:gridCol w:w="4452"/>
      </w:tblGrid>
      <w:tr w:rsidR="00DF1976" w:rsidRPr="005A4C2B" w:rsidTr="008121B6">
        <w:tc>
          <w:tcPr>
            <w:tcW w:w="4962" w:type="dxa"/>
            <w:vAlign w:val="center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F1976" w:rsidRPr="005A4C2B" w:rsidTr="008121B6">
        <w:tc>
          <w:tcPr>
            <w:tcW w:w="4962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DF1976" w:rsidRPr="005A4C2B" w:rsidTr="008121B6">
        <w:tc>
          <w:tcPr>
            <w:tcW w:w="4962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DF1976" w:rsidRPr="005A4C2B" w:rsidTr="008121B6">
        <w:tc>
          <w:tcPr>
            <w:tcW w:w="4962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37</w:t>
            </w:r>
          </w:p>
        </w:tc>
      </w:tr>
      <w:tr w:rsidR="00DF1976" w:rsidRPr="005A4C2B" w:rsidTr="008121B6">
        <w:tc>
          <w:tcPr>
            <w:tcW w:w="4962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DF1976" w:rsidRPr="005A4C2B" w:rsidTr="008121B6">
        <w:tc>
          <w:tcPr>
            <w:tcW w:w="4962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F1976" w:rsidRPr="005A4C2B" w:rsidRDefault="00DF197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1"/>
        <w:gridCol w:w="4905"/>
      </w:tblGrid>
      <w:tr w:rsidR="00DF1976" w:rsidRPr="005A4C2B" w:rsidTr="008121B6">
        <w:trPr>
          <w:trHeight w:val="397"/>
        </w:trPr>
        <w:tc>
          <w:tcPr>
            <w:tcW w:w="2359" w:type="pct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F1976" w:rsidRPr="005A4C2B" w:rsidTr="008121B6">
        <w:trPr>
          <w:trHeight w:val="397"/>
        </w:trPr>
        <w:tc>
          <w:tcPr>
            <w:tcW w:w="2359" w:type="pct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F1976" w:rsidRPr="005A4C2B" w:rsidRDefault="00DF197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F1976" w:rsidRPr="005A4C2B" w:rsidRDefault="00DF1976" w:rsidP="00DF1976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DF1976" w:rsidRPr="005A4C2B" w:rsidTr="008121B6">
        <w:trPr>
          <w:trHeight w:val="397"/>
        </w:trPr>
        <w:tc>
          <w:tcPr>
            <w:tcW w:w="5000" w:type="pct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F1976" w:rsidRPr="005A4C2B" w:rsidRDefault="00DF1976" w:rsidP="008121B6">
            <w:pPr>
              <w:pStyle w:val="Punktygwne"/>
              <w:numPr>
                <w:ilvl w:val="0"/>
                <w:numId w:val="40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Antczak Z., Funkcja personalna we współczesnej organizacji: wybrane zagadnienia zarządczo-analityczne, UE we Wrocławiu, Wrocław 2010.</w:t>
            </w:r>
          </w:p>
          <w:p w:rsidR="00DF1976" w:rsidRPr="005A4C2B" w:rsidRDefault="00DF1976" w:rsidP="008121B6">
            <w:pPr>
              <w:pStyle w:val="Punktygwne"/>
              <w:numPr>
                <w:ilvl w:val="0"/>
                <w:numId w:val="40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Armstrong M., Baron A., Zarządzanie kapitałem ludzkim. Uzyskiwanie wartości dodanej dzięki ludziom, Oficyna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2012. </w:t>
            </w:r>
          </w:p>
          <w:p w:rsidR="00DF1976" w:rsidRPr="005A4C2B" w:rsidRDefault="00DF1976" w:rsidP="008121B6">
            <w:pPr>
              <w:pStyle w:val="Punktygwne"/>
              <w:numPr>
                <w:ilvl w:val="0"/>
                <w:numId w:val="404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Juchnowicz M. (red.), Zarządzanie kapitałem ludzkim. Procesy - narzędzia - aplikacje, PWE, Warszawa, 2014.</w:t>
            </w:r>
          </w:p>
        </w:tc>
      </w:tr>
      <w:tr w:rsidR="00DF1976" w:rsidRPr="005A4C2B" w:rsidTr="008121B6">
        <w:trPr>
          <w:trHeight w:val="397"/>
        </w:trPr>
        <w:tc>
          <w:tcPr>
            <w:tcW w:w="5000" w:type="pct"/>
          </w:tcPr>
          <w:p w:rsidR="00DF1976" w:rsidRPr="005A4C2B" w:rsidRDefault="00DF1976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F1976" w:rsidRPr="005A4C2B" w:rsidRDefault="00DF1976" w:rsidP="008121B6">
            <w:pPr>
              <w:pStyle w:val="Punktygwne"/>
              <w:numPr>
                <w:ilvl w:val="0"/>
                <w:numId w:val="40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Grzebyk M.,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Pierścieniak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Filip P., Gospodarowanie kapitałem ludzkim w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organizacji…w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kierunku poprawy efektywności pracy, wyd. URZ, Rzeszów 2014.</w:t>
            </w:r>
          </w:p>
          <w:p w:rsidR="00DF1976" w:rsidRPr="005A4C2B" w:rsidRDefault="00DF1976" w:rsidP="008121B6">
            <w:pPr>
              <w:pStyle w:val="Punktygwne"/>
              <w:numPr>
                <w:ilvl w:val="0"/>
                <w:numId w:val="40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Von der Linde B.,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Schumrent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S., Rekrutacja pracowników. Jak znaleźć idealnego kandydata, C.H.BECK, Warszawa 2009.</w:t>
            </w:r>
          </w:p>
        </w:tc>
      </w:tr>
    </w:tbl>
    <w:p w:rsidR="00DF1976" w:rsidRPr="005A4C2B" w:rsidRDefault="00DF1976" w:rsidP="00DF19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DF1976" w:rsidRPr="005A4C2B" w:rsidRDefault="00DF1976" w:rsidP="00DF1976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013CB1" w:rsidRPr="00DF1976" w:rsidRDefault="00013CB1" w:rsidP="00DF1976">
      <w:pPr>
        <w:rPr>
          <w:szCs w:val="21"/>
        </w:rPr>
      </w:pPr>
    </w:p>
    <w:sectPr w:rsidR="00013CB1" w:rsidRPr="00DF1976" w:rsidSect="00345F1C">
      <w:footerReference w:type="even" r:id="rId8"/>
      <w:footerReference w:type="default" r:id="rId9"/>
      <w:pgSz w:w="11906" w:h="16838" w:code="9"/>
      <w:pgMar w:top="1418" w:right="851" w:bottom="1418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49" w:rsidRDefault="003E2C49" w:rsidP="00C16ABF">
      <w:pPr>
        <w:spacing w:after="0" w:line="240" w:lineRule="auto"/>
      </w:pPr>
      <w:r>
        <w:separator/>
      </w:r>
    </w:p>
  </w:endnote>
  <w:endnote w:type="continuationSeparator" w:id="0">
    <w:p w:rsidR="003E2C49" w:rsidRDefault="003E2C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8947898"/>
      <w:docPartObj>
        <w:docPartGallery w:val="Page Numbers (Bottom of Page)"/>
        <w:docPartUnique/>
      </w:docPartObj>
    </w:sdtPr>
    <w:sdtContent>
      <w:p w:rsidR="003C7A0E" w:rsidRDefault="000654B4" w:rsidP="008812A1">
        <w:pPr>
          <w:pStyle w:val="Stopka"/>
        </w:pPr>
        <w:r w:rsidRPr="008812A1">
          <w:rPr>
            <w:rFonts w:ascii="Corbel" w:hAnsi="Corbel"/>
          </w:rPr>
          <w:fldChar w:fldCharType="begin"/>
        </w:r>
        <w:r w:rsidR="003C7A0E" w:rsidRPr="008812A1">
          <w:rPr>
            <w:rFonts w:ascii="Corbel" w:hAnsi="Corbel"/>
          </w:rPr>
          <w:instrText>PAGE   \* MERGEFORMAT</w:instrText>
        </w:r>
        <w:r w:rsidRPr="008812A1">
          <w:rPr>
            <w:rFonts w:ascii="Corbel" w:hAnsi="Corbel"/>
          </w:rPr>
          <w:fldChar w:fldCharType="separate"/>
        </w:r>
        <w:r w:rsidR="00DF1976">
          <w:rPr>
            <w:rFonts w:ascii="Corbel" w:hAnsi="Corbel"/>
            <w:noProof/>
          </w:rPr>
          <w:t>2</w:t>
        </w:r>
        <w:r w:rsidRPr="008812A1">
          <w:rPr>
            <w:rFonts w:ascii="Corbel" w:hAnsi="Corbel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055103"/>
      <w:docPartObj>
        <w:docPartGallery w:val="Page Numbers (Bottom of Page)"/>
        <w:docPartUnique/>
      </w:docPartObj>
    </w:sdtPr>
    <w:sdtContent>
      <w:p w:rsidR="003C7A0E" w:rsidRDefault="000654B4">
        <w:pPr>
          <w:pStyle w:val="Stopka"/>
          <w:jc w:val="right"/>
        </w:pPr>
        <w:r w:rsidRPr="008812A1">
          <w:rPr>
            <w:rFonts w:ascii="Corbel" w:hAnsi="Corbel"/>
            <w:sz w:val="21"/>
            <w:szCs w:val="21"/>
          </w:rPr>
          <w:fldChar w:fldCharType="begin"/>
        </w:r>
        <w:r w:rsidR="003C7A0E" w:rsidRPr="008812A1">
          <w:rPr>
            <w:rFonts w:ascii="Corbel" w:hAnsi="Corbel"/>
            <w:sz w:val="21"/>
            <w:szCs w:val="21"/>
          </w:rPr>
          <w:instrText>PAGE   \* MERGEFORMAT</w:instrText>
        </w:r>
        <w:r w:rsidRPr="008812A1">
          <w:rPr>
            <w:rFonts w:ascii="Corbel" w:hAnsi="Corbel"/>
            <w:sz w:val="21"/>
            <w:szCs w:val="21"/>
          </w:rPr>
          <w:fldChar w:fldCharType="separate"/>
        </w:r>
        <w:r w:rsidR="00DF1976">
          <w:rPr>
            <w:rFonts w:ascii="Corbel" w:hAnsi="Corbel"/>
            <w:noProof/>
            <w:sz w:val="21"/>
            <w:szCs w:val="21"/>
          </w:rPr>
          <w:t>3</w:t>
        </w:r>
        <w:r w:rsidRPr="008812A1">
          <w:rPr>
            <w:rFonts w:ascii="Corbel" w:hAnsi="Corbel"/>
            <w:sz w:val="21"/>
            <w:szCs w:val="21"/>
          </w:rPr>
          <w:fldChar w:fldCharType="end"/>
        </w:r>
      </w:p>
    </w:sdtContent>
  </w:sdt>
  <w:p w:rsidR="003C7A0E" w:rsidRDefault="003C7A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49" w:rsidRDefault="003E2C49" w:rsidP="00C16ABF">
      <w:pPr>
        <w:spacing w:after="0" w:line="240" w:lineRule="auto"/>
      </w:pPr>
      <w:r>
        <w:separator/>
      </w:r>
    </w:p>
  </w:footnote>
  <w:footnote w:type="continuationSeparator" w:id="0">
    <w:p w:rsidR="003E2C49" w:rsidRDefault="003E2C4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">
    <w:nsid w:val="00016750"/>
    <w:multiLevelType w:val="hybridMultilevel"/>
    <w:tmpl w:val="639483A0"/>
    <w:lvl w:ilvl="0" w:tplc="5BB6B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166F17"/>
    <w:multiLevelType w:val="hybridMultilevel"/>
    <w:tmpl w:val="1C9CFC1C"/>
    <w:lvl w:ilvl="0" w:tplc="B5A4DF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450235"/>
    <w:multiLevelType w:val="hybridMultilevel"/>
    <w:tmpl w:val="9F5AAAD8"/>
    <w:lvl w:ilvl="0" w:tplc="8D22C2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5D0CBC"/>
    <w:multiLevelType w:val="hybridMultilevel"/>
    <w:tmpl w:val="83246F1E"/>
    <w:lvl w:ilvl="0" w:tplc="CA76C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7D7C6D"/>
    <w:multiLevelType w:val="hybridMultilevel"/>
    <w:tmpl w:val="4D1829F6"/>
    <w:lvl w:ilvl="0" w:tplc="4BEC1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1">
    <w:nsid w:val="01443E5C"/>
    <w:multiLevelType w:val="hybridMultilevel"/>
    <w:tmpl w:val="FB84B474"/>
    <w:lvl w:ilvl="0" w:tplc="6FAA6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1681B38"/>
    <w:multiLevelType w:val="hybridMultilevel"/>
    <w:tmpl w:val="C1521430"/>
    <w:lvl w:ilvl="0" w:tplc="4D2C10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1BE7950"/>
    <w:multiLevelType w:val="hybridMultilevel"/>
    <w:tmpl w:val="8F2ABFC6"/>
    <w:lvl w:ilvl="0" w:tplc="E63655B2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1C34D26"/>
    <w:multiLevelType w:val="hybridMultilevel"/>
    <w:tmpl w:val="EE0E3C20"/>
    <w:lvl w:ilvl="0" w:tplc="04FEC4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1F37178"/>
    <w:multiLevelType w:val="hybridMultilevel"/>
    <w:tmpl w:val="CF741F02"/>
    <w:lvl w:ilvl="0" w:tplc="DF6CDBB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397C49"/>
    <w:multiLevelType w:val="hybridMultilevel"/>
    <w:tmpl w:val="97F2B006"/>
    <w:lvl w:ilvl="0" w:tplc="CB0C1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2604DF9"/>
    <w:multiLevelType w:val="hybridMultilevel"/>
    <w:tmpl w:val="357661DC"/>
    <w:lvl w:ilvl="0" w:tplc="101C501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26227BE"/>
    <w:multiLevelType w:val="hybridMultilevel"/>
    <w:tmpl w:val="DCA2BEFA"/>
    <w:lvl w:ilvl="0" w:tplc="74F6744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284243A"/>
    <w:multiLevelType w:val="hybridMultilevel"/>
    <w:tmpl w:val="02F2807E"/>
    <w:lvl w:ilvl="0" w:tplc="B00C3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157257"/>
    <w:multiLevelType w:val="hybridMultilevel"/>
    <w:tmpl w:val="7FCE9FD2"/>
    <w:lvl w:ilvl="0" w:tplc="F7ECBA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463567"/>
    <w:multiLevelType w:val="hybridMultilevel"/>
    <w:tmpl w:val="C9F68080"/>
    <w:lvl w:ilvl="0" w:tplc="8F6828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4B1620"/>
    <w:multiLevelType w:val="multilevel"/>
    <w:tmpl w:val="B908F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4">
    <w:nsid w:val="04253010"/>
    <w:multiLevelType w:val="hybridMultilevel"/>
    <w:tmpl w:val="3F5CFA54"/>
    <w:lvl w:ilvl="0" w:tplc="27786B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4A1479C"/>
    <w:multiLevelType w:val="hybridMultilevel"/>
    <w:tmpl w:val="E12A8CB6"/>
    <w:lvl w:ilvl="0" w:tplc="66820B4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4A732C7"/>
    <w:multiLevelType w:val="hybridMultilevel"/>
    <w:tmpl w:val="B9E07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04BE157A"/>
    <w:multiLevelType w:val="hybridMultilevel"/>
    <w:tmpl w:val="27D0D19E"/>
    <w:lvl w:ilvl="0" w:tplc="9C447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E74011"/>
    <w:multiLevelType w:val="hybridMultilevel"/>
    <w:tmpl w:val="2F9CDC7C"/>
    <w:lvl w:ilvl="0" w:tplc="EA985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5DF6D37"/>
    <w:multiLevelType w:val="hybridMultilevel"/>
    <w:tmpl w:val="68EA4904"/>
    <w:lvl w:ilvl="0" w:tplc="65E207D0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63561DC"/>
    <w:multiLevelType w:val="hybridMultilevel"/>
    <w:tmpl w:val="000C2A8A"/>
    <w:lvl w:ilvl="0" w:tplc="1496FF1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6441185"/>
    <w:multiLevelType w:val="hybridMultilevel"/>
    <w:tmpl w:val="AAD2DAB0"/>
    <w:lvl w:ilvl="0" w:tplc="89EA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69248A8"/>
    <w:multiLevelType w:val="hybridMultilevel"/>
    <w:tmpl w:val="169226F4"/>
    <w:lvl w:ilvl="0" w:tplc="DEEA4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69819E1"/>
    <w:multiLevelType w:val="hybridMultilevel"/>
    <w:tmpl w:val="6EBA6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6A818B6"/>
    <w:multiLevelType w:val="hybridMultilevel"/>
    <w:tmpl w:val="589CCC66"/>
    <w:lvl w:ilvl="0" w:tplc="7DA81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6CD06C8"/>
    <w:multiLevelType w:val="hybridMultilevel"/>
    <w:tmpl w:val="D11832C8"/>
    <w:lvl w:ilvl="0" w:tplc="F8EC2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6E41290"/>
    <w:multiLevelType w:val="hybridMultilevel"/>
    <w:tmpl w:val="ABE4E07C"/>
    <w:lvl w:ilvl="0" w:tplc="2B6E89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73C2674"/>
    <w:multiLevelType w:val="hybridMultilevel"/>
    <w:tmpl w:val="EAD20328"/>
    <w:lvl w:ilvl="0" w:tplc="693CB900">
      <w:start w:val="1"/>
      <w:numFmt w:val="decimal"/>
      <w:pStyle w:val="Styl1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076B46B2"/>
    <w:multiLevelType w:val="hybridMultilevel"/>
    <w:tmpl w:val="DBDC2A6E"/>
    <w:lvl w:ilvl="0" w:tplc="AAE6D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7A50577"/>
    <w:multiLevelType w:val="hybridMultilevel"/>
    <w:tmpl w:val="9AEE397C"/>
    <w:lvl w:ilvl="0" w:tplc="05E8F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7A86743"/>
    <w:multiLevelType w:val="hybridMultilevel"/>
    <w:tmpl w:val="8CEE214E"/>
    <w:lvl w:ilvl="0" w:tplc="E1D67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C0028C"/>
    <w:multiLevelType w:val="hybridMultilevel"/>
    <w:tmpl w:val="AC0CD426"/>
    <w:lvl w:ilvl="0" w:tplc="7518AE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E876B4"/>
    <w:multiLevelType w:val="hybridMultilevel"/>
    <w:tmpl w:val="3F40FB5C"/>
    <w:lvl w:ilvl="0" w:tplc="D84A1A8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640B41"/>
    <w:multiLevelType w:val="hybridMultilevel"/>
    <w:tmpl w:val="E1E809CC"/>
    <w:lvl w:ilvl="0" w:tplc="8FBA3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7A539D"/>
    <w:multiLevelType w:val="hybridMultilevel"/>
    <w:tmpl w:val="02468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8EF610B"/>
    <w:multiLevelType w:val="hybridMultilevel"/>
    <w:tmpl w:val="561E19EE"/>
    <w:lvl w:ilvl="0" w:tplc="879E3F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924488A"/>
    <w:multiLevelType w:val="hybridMultilevel"/>
    <w:tmpl w:val="3AD08CEC"/>
    <w:lvl w:ilvl="0" w:tplc="A634C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92E6059"/>
    <w:multiLevelType w:val="multilevel"/>
    <w:tmpl w:val="125A59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51">
    <w:nsid w:val="0966392C"/>
    <w:multiLevelType w:val="hybridMultilevel"/>
    <w:tmpl w:val="E22EC4CE"/>
    <w:lvl w:ilvl="0" w:tplc="C172D8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A002E8"/>
    <w:multiLevelType w:val="hybridMultilevel"/>
    <w:tmpl w:val="6A1AD05E"/>
    <w:lvl w:ilvl="0" w:tplc="8876A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9A10AE9"/>
    <w:multiLevelType w:val="hybridMultilevel"/>
    <w:tmpl w:val="9E8A88BC"/>
    <w:lvl w:ilvl="0" w:tplc="B2865150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54">
    <w:nsid w:val="0A227E7B"/>
    <w:multiLevelType w:val="hybridMultilevel"/>
    <w:tmpl w:val="FBD4C11E"/>
    <w:lvl w:ilvl="0" w:tplc="3342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A3B2F39"/>
    <w:multiLevelType w:val="hybridMultilevel"/>
    <w:tmpl w:val="A72A769E"/>
    <w:lvl w:ilvl="0" w:tplc="06F8D9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A644860"/>
    <w:multiLevelType w:val="hybridMultilevel"/>
    <w:tmpl w:val="87D42FBE"/>
    <w:lvl w:ilvl="0" w:tplc="350A25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B4339B3"/>
    <w:multiLevelType w:val="hybridMultilevel"/>
    <w:tmpl w:val="9BFA2C16"/>
    <w:lvl w:ilvl="0" w:tplc="3D08D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0B7F3AFD"/>
    <w:multiLevelType w:val="hybridMultilevel"/>
    <w:tmpl w:val="7FE8644A"/>
    <w:lvl w:ilvl="0" w:tplc="B56EDA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BDC1C69"/>
    <w:multiLevelType w:val="hybridMultilevel"/>
    <w:tmpl w:val="5538C6A0"/>
    <w:lvl w:ilvl="0" w:tplc="2D2AF0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BEC15FA"/>
    <w:multiLevelType w:val="hybridMultilevel"/>
    <w:tmpl w:val="8924A148"/>
    <w:lvl w:ilvl="0" w:tplc="B972D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0BEF0971"/>
    <w:multiLevelType w:val="hybridMultilevel"/>
    <w:tmpl w:val="ED48A300"/>
    <w:lvl w:ilvl="0" w:tplc="68A051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C490C56"/>
    <w:multiLevelType w:val="hybridMultilevel"/>
    <w:tmpl w:val="79CC15A8"/>
    <w:lvl w:ilvl="0" w:tplc="74D481E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C54364C"/>
    <w:multiLevelType w:val="hybridMultilevel"/>
    <w:tmpl w:val="6C789E56"/>
    <w:lvl w:ilvl="0" w:tplc="92121EA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0C553AEB"/>
    <w:multiLevelType w:val="hybridMultilevel"/>
    <w:tmpl w:val="2F926364"/>
    <w:lvl w:ilvl="0" w:tplc="62908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0C695270"/>
    <w:multiLevelType w:val="hybridMultilevel"/>
    <w:tmpl w:val="C61EFF4E"/>
    <w:lvl w:ilvl="0" w:tplc="5336B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CB832BA"/>
    <w:multiLevelType w:val="hybridMultilevel"/>
    <w:tmpl w:val="8B6644C6"/>
    <w:lvl w:ilvl="0" w:tplc="ECFABC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CE84F5D"/>
    <w:multiLevelType w:val="hybridMultilevel"/>
    <w:tmpl w:val="B4FA577A"/>
    <w:lvl w:ilvl="0" w:tplc="60423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CF13C66"/>
    <w:multiLevelType w:val="hybridMultilevel"/>
    <w:tmpl w:val="BA0A8CEA"/>
    <w:lvl w:ilvl="0" w:tplc="6848F47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0D0F3D4D"/>
    <w:multiLevelType w:val="hybridMultilevel"/>
    <w:tmpl w:val="FA3A3552"/>
    <w:lvl w:ilvl="0" w:tplc="FA68E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D384AD6"/>
    <w:multiLevelType w:val="hybridMultilevel"/>
    <w:tmpl w:val="722EF10C"/>
    <w:lvl w:ilvl="0" w:tplc="D5D4C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D971091"/>
    <w:multiLevelType w:val="hybridMultilevel"/>
    <w:tmpl w:val="886887CA"/>
    <w:lvl w:ilvl="0" w:tplc="6FC69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D9F3E11"/>
    <w:multiLevelType w:val="hybridMultilevel"/>
    <w:tmpl w:val="A7BA3410"/>
    <w:lvl w:ilvl="0" w:tplc="AF5623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DA53135"/>
    <w:multiLevelType w:val="hybridMultilevel"/>
    <w:tmpl w:val="D26E7C80"/>
    <w:lvl w:ilvl="0" w:tplc="C10C5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DE42050"/>
    <w:multiLevelType w:val="hybridMultilevel"/>
    <w:tmpl w:val="ADBC8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FC41EB"/>
    <w:multiLevelType w:val="hybridMultilevel"/>
    <w:tmpl w:val="22C2E7C0"/>
    <w:lvl w:ilvl="0" w:tplc="1F288D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E2977C9"/>
    <w:multiLevelType w:val="hybridMultilevel"/>
    <w:tmpl w:val="40A8EF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0E2C68A7"/>
    <w:multiLevelType w:val="hybridMultilevel"/>
    <w:tmpl w:val="2AC87F7A"/>
    <w:lvl w:ilvl="0" w:tplc="D2BCED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E963F26"/>
    <w:multiLevelType w:val="hybridMultilevel"/>
    <w:tmpl w:val="9626C53C"/>
    <w:lvl w:ilvl="0" w:tplc="9EFA7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EA757A6"/>
    <w:multiLevelType w:val="hybridMultilevel"/>
    <w:tmpl w:val="A246E83E"/>
    <w:lvl w:ilvl="0" w:tplc="EBF6F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D77B3D"/>
    <w:multiLevelType w:val="hybridMultilevel"/>
    <w:tmpl w:val="28C4317E"/>
    <w:lvl w:ilvl="0" w:tplc="68FE2DD8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F57ECE"/>
    <w:multiLevelType w:val="hybridMultilevel"/>
    <w:tmpl w:val="E996B83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6">
    <w:nsid w:val="0F1B3598"/>
    <w:multiLevelType w:val="hybridMultilevel"/>
    <w:tmpl w:val="7A8CC62C"/>
    <w:lvl w:ilvl="0" w:tplc="30F454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F3B6BE0"/>
    <w:multiLevelType w:val="hybridMultilevel"/>
    <w:tmpl w:val="A21C98B6"/>
    <w:name w:val="WW8Num32"/>
    <w:lvl w:ilvl="0" w:tplc="4DF65EA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FFE46A9"/>
    <w:multiLevelType w:val="hybridMultilevel"/>
    <w:tmpl w:val="1A50EBA2"/>
    <w:lvl w:ilvl="0" w:tplc="DA822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10134E18"/>
    <w:multiLevelType w:val="hybridMultilevel"/>
    <w:tmpl w:val="427881DC"/>
    <w:lvl w:ilvl="0" w:tplc="A53EE9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05533AF"/>
    <w:multiLevelType w:val="multilevel"/>
    <w:tmpl w:val="988E0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0" w:hanging="39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107C0AD6"/>
    <w:multiLevelType w:val="hybridMultilevel"/>
    <w:tmpl w:val="C6A2D886"/>
    <w:lvl w:ilvl="0" w:tplc="C8F01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107C17A3"/>
    <w:multiLevelType w:val="hybridMultilevel"/>
    <w:tmpl w:val="D94CB8F6"/>
    <w:lvl w:ilvl="0" w:tplc="E2E2B69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10860F9B"/>
    <w:multiLevelType w:val="hybridMultilevel"/>
    <w:tmpl w:val="9E465224"/>
    <w:lvl w:ilvl="0" w:tplc="E264A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10887472"/>
    <w:multiLevelType w:val="hybridMultilevel"/>
    <w:tmpl w:val="F69EB2BC"/>
    <w:lvl w:ilvl="0" w:tplc="100ABC52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109561E0"/>
    <w:multiLevelType w:val="hybridMultilevel"/>
    <w:tmpl w:val="1DA839F8"/>
    <w:lvl w:ilvl="0" w:tplc="AEA45D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9">
    <w:nsid w:val="117E36C3"/>
    <w:multiLevelType w:val="hybridMultilevel"/>
    <w:tmpl w:val="39FE4C14"/>
    <w:lvl w:ilvl="0" w:tplc="67988E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1897238"/>
    <w:multiLevelType w:val="hybridMultilevel"/>
    <w:tmpl w:val="526EAC24"/>
    <w:lvl w:ilvl="0" w:tplc="1946E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2044B60"/>
    <w:multiLevelType w:val="hybridMultilevel"/>
    <w:tmpl w:val="D3E8FC1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2">
    <w:nsid w:val="12CA71FF"/>
    <w:multiLevelType w:val="hybridMultilevel"/>
    <w:tmpl w:val="43AC7EEA"/>
    <w:lvl w:ilvl="0" w:tplc="C55CF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2E7565F"/>
    <w:multiLevelType w:val="hybridMultilevel"/>
    <w:tmpl w:val="7862E5BC"/>
    <w:name w:val="WW8Num23"/>
    <w:lvl w:ilvl="0" w:tplc="0F8A914A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30F4A1C"/>
    <w:multiLevelType w:val="hybridMultilevel"/>
    <w:tmpl w:val="8C946E62"/>
    <w:lvl w:ilvl="0" w:tplc="681A1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31244DB"/>
    <w:multiLevelType w:val="hybridMultilevel"/>
    <w:tmpl w:val="8E9EB8F4"/>
    <w:lvl w:ilvl="0" w:tplc="E66AF5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13722957"/>
    <w:multiLevelType w:val="hybridMultilevel"/>
    <w:tmpl w:val="494E9AE6"/>
    <w:lvl w:ilvl="0" w:tplc="51DA6EE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3F722DB"/>
    <w:multiLevelType w:val="hybridMultilevel"/>
    <w:tmpl w:val="C80E408A"/>
    <w:lvl w:ilvl="0" w:tplc="CB46B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49133FF"/>
    <w:multiLevelType w:val="hybridMultilevel"/>
    <w:tmpl w:val="EECA710A"/>
    <w:lvl w:ilvl="0" w:tplc="91C6C4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49D10E4"/>
    <w:multiLevelType w:val="hybridMultilevel"/>
    <w:tmpl w:val="48E63598"/>
    <w:lvl w:ilvl="0" w:tplc="666EE2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2">
    <w:nsid w:val="14CE5E23"/>
    <w:multiLevelType w:val="hybridMultilevel"/>
    <w:tmpl w:val="82A2F7DE"/>
    <w:lvl w:ilvl="0" w:tplc="131A1B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4E71838"/>
    <w:multiLevelType w:val="hybridMultilevel"/>
    <w:tmpl w:val="C1BA989A"/>
    <w:lvl w:ilvl="0" w:tplc="495CAAFE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4">
    <w:nsid w:val="151041C4"/>
    <w:multiLevelType w:val="hybridMultilevel"/>
    <w:tmpl w:val="7632EC20"/>
    <w:lvl w:ilvl="0" w:tplc="964665D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561590B"/>
    <w:multiLevelType w:val="hybridMultilevel"/>
    <w:tmpl w:val="6188F54A"/>
    <w:lvl w:ilvl="0" w:tplc="808870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57E2F9D"/>
    <w:multiLevelType w:val="multilevel"/>
    <w:tmpl w:val="01C427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7">
    <w:nsid w:val="157F5E50"/>
    <w:multiLevelType w:val="hybridMultilevel"/>
    <w:tmpl w:val="C63A213C"/>
    <w:lvl w:ilvl="0" w:tplc="1674E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58E23D8"/>
    <w:multiLevelType w:val="hybridMultilevel"/>
    <w:tmpl w:val="C038C51A"/>
    <w:lvl w:ilvl="0" w:tplc="1E9E1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5D711A9"/>
    <w:multiLevelType w:val="hybridMultilevel"/>
    <w:tmpl w:val="842AB342"/>
    <w:lvl w:ilvl="0" w:tplc="2BF48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5FC200A"/>
    <w:multiLevelType w:val="hybridMultilevel"/>
    <w:tmpl w:val="C5C6B910"/>
    <w:lvl w:ilvl="0" w:tplc="04A6A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64D4F0E"/>
    <w:multiLevelType w:val="hybridMultilevel"/>
    <w:tmpl w:val="3026873A"/>
    <w:lvl w:ilvl="0" w:tplc="FA147B72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6586F07"/>
    <w:multiLevelType w:val="hybridMultilevel"/>
    <w:tmpl w:val="4BE4FE20"/>
    <w:lvl w:ilvl="0" w:tplc="D884E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16CF4A2F"/>
    <w:multiLevelType w:val="hybridMultilevel"/>
    <w:tmpl w:val="4F7E24B2"/>
    <w:lvl w:ilvl="0" w:tplc="CC184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6E3399B"/>
    <w:multiLevelType w:val="hybridMultilevel"/>
    <w:tmpl w:val="55949CD0"/>
    <w:lvl w:ilvl="0" w:tplc="AD5659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16F72C10"/>
    <w:multiLevelType w:val="hybridMultilevel"/>
    <w:tmpl w:val="37CCDFCE"/>
    <w:lvl w:ilvl="0" w:tplc="55A86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7525CF4"/>
    <w:multiLevelType w:val="hybridMultilevel"/>
    <w:tmpl w:val="6A78DF14"/>
    <w:lvl w:ilvl="0" w:tplc="C49C4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7781ECF"/>
    <w:multiLevelType w:val="hybridMultilevel"/>
    <w:tmpl w:val="25F81A9E"/>
    <w:lvl w:ilvl="0" w:tplc="29B428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17DC1215"/>
    <w:multiLevelType w:val="hybridMultilevel"/>
    <w:tmpl w:val="B3881548"/>
    <w:lvl w:ilvl="0" w:tplc="1C3805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180C38F1"/>
    <w:multiLevelType w:val="hybridMultilevel"/>
    <w:tmpl w:val="4DD6843A"/>
    <w:lvl w:ilvl="0" w:tplc="9D6017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86342CD"/>
    <w:multiLevelType w:val="hybridMultilevel"/>
    <w:tmpl w:val="C7A219A2"/>
    <w:lvl w:ilvl="0" w:tplc="79066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8C57AF6"/>
    <w:multiLevelType w:val="hybridMultilevel"/>
    <w:tmpl w:val="1EA890FC"/>
    <w:lvl w:ilvl="0" w:tplc="3F88CD5E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197968DC"/>
    <w:multiLevelType w:val="hybridMultilevel"/>
    <w:tmpl w:val="35600DA8"/>
    <w:lvl w:ilvl="0" w:tplc="862A74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9AA4BF2"/>
    <w:multiLevelType w:val="hybridMultilevel"/>
    <w:tmpl w:val="B0645D7E"/>
    <w:lvl w:ilvl="0" w:tplc="78EECE7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9C419EB"/>
    <w:multiLevelType w:val="hybridMultilevel"/>
    <w:tmpl w:val="F892BBAC"/>
    <w:lvl w:ilvl="0" w:tplc="F8101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9D77BC7"/>
    <w:multiLevelType w:val="hybridMultilevel"/>
    <w:tmpl w:val="B1689372"/>
    <w:lvl w:ilvl="0" w:tplc="77267C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19F02FA0"/>
    <w:multiLevelType w:val="multilevel"/>
    <w:tmpl w:val="78886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40">
    <w:nsid w:val="1A1E15DF"/>
    <w:multiLevelType w:val="hybridMultilevel"/>
    <w:tmpl w:val="6BA02F88"/>
    <w:lvl w:ilvl="0" w:tplc="B7EAF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A2B2955"/>
    <w:multiLevelType w:val="hybridMultilevel"/>
    <w:tmpl w:val="D352AD8E"/>
    <w:lvl w:ilvl="0" w:tplc="065686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1A527641"/>
    <w:multiLevelType w:val="hybridMultilevel"/>
    <w:tmpl w:val="79CC15A8"/>
    <w:lvl w:ilvl="0" w:tplc="74D481E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1A9C003B"/>
    <w:multiLevelType w:val="hybridMultilevel"/>
    <w:tmpl w:val="EC4260C8"/>
    <w:lvl w:ilvl="0" w:tplc="DEDE9B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AD04453"/>
    <w:multiLevelType w:val="hybridMultilevel"/>
    <w:tmpl w:val="E67A91BA"/>
    <w:lvl w:ilvl="0" w:tplc="50FC34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B3F687E"/>
    <w:multiLevelType w:val="hybridMultilevel"/>
    <w:tmpl w:val="10FAC8DA"/>
    <w:lvl w:ilvl="0" w:tplc="06CC0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B4B32C2"/>
    <w:multiLevelType w:val="hybridMultilevel"/>
    <w:tmpl w:val="DDCA25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7">
    <w:nsid w:val="1B6F3629"/>
    <w:multiLevelType w:val="hybridMultilevel"/>
    <w:tmpl w:val="0442C89A"/>
    <w:lvl w:ilvl="0" w:tplc="7862E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1B802A9A"/>
    <w:multiLevelType w:val="hybridMultilevel"/>
    <w:tmpl w:val="F8847AAA"/>
    <w:lvl w:ilvl="0" w:tplc="A406F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>
    <w:nsid w:val="1BDF6204"/>
    <w:multiLevelType w:val="hybridMultilevel"/>
    <w:tmpl w:val="FD100F1E"/>
    <w:lvl w:ilvl="0" w:tplc="9984C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1BF95D43"/>
    <w:multiLevelType w:val="hybridMultilevel"/>
    <w:tmpl w:val="48265DF0"/>
    <w:lvl w:ilvl="0" w:tplc="CD48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BFC4923"/>
    <w:multiLevelType w:val="hybridMultilevel"/>
    <w:tmpl w:val="1E5875BA"/>
    <w:lvl w:ilvl="0" w:tplc="B572896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C6A3444"/>
    <w:multiLevelType w:val="hybridMultilevel"/>
    <w:tmpl w:val="B13E3C8E"/>
    <w:lvl w:ilvl="0" w:tplc="26DAC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1C837DDF"/>
    <w:multiLevelType w:val="hybridMultilevel"/>
    <w:tmpl w:val="53DC734C"/>
    <w:lvl w:ilvl="0" w:tplc="A3F80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C897752"/>
    <w:multiLevelType w:val="hybridMultilevel"/>
    <w:tmpl w:val="AE30F468"/>
    <w:lvl w:ilvl="0" w:tplc="B8C87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CA22B1C"/>
    <w:multiLevelType w:val="hybridMultilevel"/>
    <w:tmpl w:val="265844D4"/>
    <w:name w:val="WW8Num22"/>
    <w:lvl w:ilvl="0" w:tplc="B4500E1A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D1155E8"/>
    <w:multiLevelType w:val="hybridMultilevel"/>
    <w:tmpl w:val="CE36A3A4"/>
    <w:lvl w:ilvl="0" w:tplc="8982D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1D59275E"/>
    <w:multiLevelType w:val="hybridMultilevel"/>
    <w:tmpl w:val="1AC8BAA6"/>
    <w:lvl w:ilvl="0" w:tplc="51F8E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D8E0A52"/>
    <w:multiLevelType w:val="hybridMultilevel"/>
    <w:tmpl w:val="3BF48C52"/>
    <w:lvl w:ilvl="0" w:tplc="9EEC3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DA0272A"/>
    <w:multiLevelType w:val="hybridMultilevel"/>
    <w:tmpl w:val="3C166CC0"/>
    <w:lvl w:ilvl="0" w:tplc="AD480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1DA5052C"/>
    <w:multiLevelType w:val="hybridMultilevel"/>
    <w:tmpl w:val="497C95D2"/>
    <w:lvl w:ilvl="0" w:tplc="4BFC91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1E154E71"/>
    <w:multiLevelType w:val="hybridMultilevel"/>
    <w:tmpl w:val="0CC0736E"/>
    <w:lvl w:ilvl="0" w:tplc="857C4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E502B2A"/>
    <w:multiLevelType w:val="hybridMultilevel"/>
    <w:tmpl w:val="3872C456"/>
    <w:lvl w:ilvl="0" w:tplc="CDD4C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20941395"/>
    <w:multiLevelType w:val="hybridMultilevel"/>
    <w:tmpl w:val="CF6E3B88"/>
    <w:lvl w:ilvl="0" w:tplc="72F23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209F303E"/>
    <w:multiLevelType w:val="hybridMultilevel"/>
    <w:tmpl w:val="0CE047A6"/>
    <w:lvl w:ilvl="0" w:tplc="DDE060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20D2537B"/>
    <w:multiLevelType w:val="hybridMultilevel"/>
    <w:tmpl w:val="CC7E7460"/>
    <w:lvl w:ilvl="0" w:tplc="B93CAC4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20F2294A"/>
    <w:multiLevelType w:val="hybridMultilevel"/>
    <w:tmpl w:val="7E0E3D70"/>
    <w:lvl w:ilvl="0" w:tplc="B5F04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211E3D1D"/>
    <w:multiLevelType w:val="hybridMultilevel"/>
    <w:tmpl w:val="A96E7FA4"/>
    <w:lvl w:ilvl="0" w:tplc="16F04AD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219466E4"/>
    <w:multiLevelType w:val="hybridMultilevel"/>
    <w:tmpl w:val="19DECC9E"/>
    <w:lvl w:ilvl="0" w:tplc="771E15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1AE3976"/>
    <w:multiLevelType w:val="hybridMultilevel"/>
    <w:tmpl w:val="89FE4386"/>
    <w:lvl w:ilvl="0" w:tplc="A4D614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2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73">
    <w:nsid w:val="228C050D"/>
    <w:multiLevelType w:val="hybridMultilevel"/>
    <w:tmpl w:val="EB188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229728A9"/>
    <w:multiLevelType w:val="hybridMultilevel"/>
    <w:tmpl w:val="51467500"/>
    <w:lvl w:ilvl="0" w:tplc="D0D2C8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22BA6D99"/>
    <w:multiLevelType w:val="hybridMultilevel"/>
    <w:tmpl w:val="9C6A054E"/>
    <w:lvl w:ilvl="0" w:tplc="464C5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22E96D37"/>
    <w:multiLevelType w:val="hybridMultilevel"/>
    <w:tmpl w:val="2C6EFFC4"/>
    <w:lvl w:ilvl="0" w:tplc="957EA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2F8319E"/>
    <w:multiLevelType w:val="hybridMultilevel"/>
    <w:tmpl w:val="5C78D872"/>
    <w:lvl w:ilvl="0" w:tplc="68BA2E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23733415"/>
    <w:multiLevelType w:val="hybridMultilevel"/>
    <w:tmpl w:val="80F80B84"/>
    <w:lvl w:ilvl="0" w:tplc="E0303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23C44ED3"/>
    <w:multiLevelType w:val="hybridMultilevel"/>
    <w:tmpl w:val="9762341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2">
    <w:nsid w:val="23F05C30"/>
    <w:multiLevelType w:val="hybridMultilevel"/>
    <w:tmpl w:val="BEB846AC"/>
    <w:lvl w:ilvl="0" w:tplc="BECC17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24910FCA"/>
    <w:multiLevelType w:val="hybridMultilevel"/>
    <w:tmpl w:val="E354C286"/>
    <w:lvl w:ilvl="0" w:tplc="1EA640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253B6F54"/>
    <w:multiLevelType w:val="hybridMultilevel"/>
    <w:tmpl w:val="7C48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25513DDA"/>
    <w:multiLevelType w:val="hybridMultilevel"/>
    <w:tmpl w:val="D070D8F6"/>
    <w:lvl w:ilvl="0" w:tplc="F16AF99A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255D21AC"/>
    <w:multiLevelType w:val="hybridMultilevel"/>
    <w:tmpl w:val="7E808798"/>
    <w:lvl w:ilvl="0" w:tplc="54A47D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25642376"/>
    <w:multiLevelType w:val="hybridMultilevel"/>
    <w:tmpl w:val="2AB600CA"/>
    <w:lvl w:ilvl="0" w:tplc="A334AE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5A4417C"/>
    <w:multiLevelType w:val="hybridMultilevel"/>
    <w:tmpl w:val="EC1EDFBC"/>
    <w:lvl w:ilvl="0" w:tplc="FCA4BD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5FB3B0D"/>
    <w:multiLevelType w:val="hybridMultilevel"/>
    <w:tmpl w:val="500EA464"/>
    <w:lvl w:ilvl="0" w:tplc="FB4AF8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261520CD"/>
    <w:multiLevelType w:val="hybridMultilevel"/>
    <w:tmpl w:val="317A9216"/>
    <w:lvl w:ilvl="0" w:tplc="6C405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62108D4"/>
    <w:multiLevelType w:val="hybridMultilevel"/>
    <w:tmpl w:val="AADC2B0E"/>
    <w:lvl w:ilvl="0" w:tplc="15385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6A11E03"/>
    <w:multiLevelType w:val="hybridMultilevel"/>
    <w:tmpl w:val="056EBDCC"/>
    <w:lvl w:ilvl="0" w:tplc="60CE34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26BB1458"/>
    <w:multiLevelType w:val="hybridMultilevel"/>
    <w:tmpl w:val="41907C16"/>
    <w:lvl w:ilvl="0" w:tplc="448AC46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7760ABF"/>
    <w:multiLevelType w:val="hybridMultilevel"/>
    <w:tmpl w:val="DD3E3E70"/>
    <w:lvl w:ilvl="0" w:tplc="974E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9060916"/>
    <w:multiLevelType w:val="hybridMultilevel"/>
    <w:tmpl w:val="8CE492C0"/>
    <w:lvl w:ilvl="0" w:tplc="2BE8B80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29752179"/>
    <w:multiLevelType w:val="hybridMultilevel"/>
    <w:tmpl w:val="A6D49D2A"/>
    <w:lvl w:ilvl="0" w:tplc="484E2AB2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29BB26D4"/>
    <w:multiLevelType w:val="multilevel"/>
    <w:tmpl w:val="B5EEE8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98">
    <w:nsid w:val="29D34E12"/>
    <w:multiLevelType w:val="hybridMultilevel"/>
    <w:tmpl w:val="A96AEF6E"/>
    <w:lvl w:ilvl="0" w:tplc="83EED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ADA1700"/>
    <w:multiLevelType w:val="multilevel"/>
    <w:tmpl w:val="E44E46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00">
    <w:nsid w:val="2B040219"/>
    <w:multiLevelType w:val="hybridMultilevel"/>
    <w:tmpl w:val="3536CA20"/>
    <w:lvl w:ilvl="0" w:tplc="C57A9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2B941368"/>
    <w:multiLevelType w:val="hybridMultilevel"/>
    <w:tmpl w:val="542EEE2E"/>
    <w:lvl w:ilvl="0" w:tplc="885474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BF62637"/>
    <w:multiLevelType w:val="hybridMultilevel"/>
    <w:tmpl w:val="661E196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2C156E96"/>
    <w:multiLevelType w:val="hybridMultilevel"/>
    <w:tmpl w:val="835015E2"/>
    <w:lvl w:ilvl="0" w:tplc="3E021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CCB10A0"/>
    <w:multiLevelType w:val="hybridMultilevel"/>
    <w:tmpl w:val="D458D2C0"/>
    <w:lvl w:ilvl="0" w:tplc="D1D22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CD10A8F"/>
    <w:multiLevelType w:val="hybridMultilevel"/>
    <w:tmpl w:val="9CAC1352"/>
    <w:lvl w:ilvl="0" w:tplc="14848F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CE7454D"/>
    <w:multiLevelType w:val="hybridMultilevel"/>
    <w:tmpl w:val="D7C0A134"/>
    <w:lvl w:ilvl="0" w:tplc="7528E5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2CE765F1"/>
    <w:multiLevelType w:val="hybridMultilevel"/>
    <w:tmpl w:val="335CCB4A"/>
    <w:lvl w:ilvl="0" w:tplc="6098FDAC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CFE5A7D"/>
    <w:multiLevelType w:val="hybridMultilevel"/>
    <w:tmpl w:val="8CDC6902"/>
    <w:lvl w:ilvl="0" w:tplc="3BF0E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D304604"/>
    <w:multiLevelType w:val="hybridMultilevel"/>
    <w:tmpl w:val="A8E042CC"/>
    <w:lvl w:ilvl="0" w:tplc="50CE8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2E6A6134"/>
    <w:multiLevelType w:val="hybridMultilevel"/>
    <w:tmpl w:val="AAD436D8"/>
    <w:lvl w:ilvl="0" w:tplc="8DA20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2E744FC9"/>
    <w:multiLevelType w:val="hybridMultilevel"/>
    <w:tmpl w:val="3CAE4424"/>
    <w:lvl w:ilvl="0" w:tplc="0F601F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EA358A0"/>
    <w:multiLevelType w:val="hybridMultilevel"/>
    <w:tmpl w:val="91DE9D56"/>
    <w:name w:val="WW8Num2222"/>
    <w:lvl w:ilvl="0" w:tplc="EA04491E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4">
    <w:nsid w:val="2EC61AE3"/>
    <w:multiLevelType w:val="hybridMultilevel"/>
    <w:tmpl w:val="722C7A3E"/>
    <w:lvl w:ilvl="0" w:tplc="7A0C89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ED02F03"/>
    <w:multiLevelType w:val="hybridMultilevel"/>
    <w:tmpl w:val="80525A14"/>
    <w:lvl w:ilvl="0" w:tplc="CC0EC61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EE00C22"/>
    <w:multiLevelType w:val="hybridMultilevel"/>
    <w:tmpl w:val="26A84CB0"/>
    <w:lvl w:ilvl="0" w:tplc="D7A436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EFC40C0"/>
    <w:multiLevelType w:val="hybridMultilevel"/>
    <w:tmpl w:val="6AF0E96C"/>
    <w:lvl w:ilvl="0" w:tplc="4F54D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F4B099F"/>
    <w:multiLevelType w:val="hybridMultilevel"/>
    <w:tmpl w:val="A76C5574"/>
    <w:lvl w:ilvl="0" w:tplc="34FAA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F520752"/>
    <w:multiLevelType w:val="hybridMultilevel"/>
    <w:tmpl w:val="0CA09E0C"/>
    <w:name w:val="WW8Num123"/>
    <w:lvl w:ilvl="0" w:tplc="1D10357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2FAC15DF"/>
    <w:multiLevelType w:val="hybridMultilevel"/>
    <w:tmpl w:val="A1B057B6"/>
    <w:lvl w:ilvl="0" w:tplc="5D6A00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30196820"/>
    <w:multiLevelType w:val="hybridMultilevel"/>
    <w:tmpl w:val="A58C7242"/>
    <w:lvl w:ilvl="0" w:tplc="AE1AA0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30474E90"/>
    <w:multiLevelType w:val="hybridMultilevel"/>
    <w:tmpl w:val="5DE6A946"/>
    <w:lvl w:ilvl="0" w:tplc="79DEB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3054563F"/>
    <w:multiLevelType w:val="hybridMultilevel"/>
    <w:tmpl w:val="D026D692"/>
    <w:lvl w:ilvl="0" w:tplc="47363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30851491"/>
    <w:multiLevelType w:val="hybridMultilevel"/>
    <w:tmpl w:val="8B385584"/>
    <w:lvl w:ilvl="0" w:tplc="9EA48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30E20035"/>
    <w:multiLevelType w:val="hybridMultilevel"/>
    <w:tmpl w:val="59FC8D62"/>
    <w:lvl w:ilvl="0" w:tplc="495CAA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7">
    <w:nsid w:val="31AB1E5E"/>
    <w:multiLevelType w:val="hybridMultilevel"/>
    <w:tmpl w:val="42EE0E02"/>
    <w:lvl w:ilvl="0" w:tplc="D8BEA5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32800561"/>
    <w:multiLevelType w:val="hybridMultilevel"/>
    <w:tmpl w:val="255C94CC"/>
    <w:lvl w:ilvl="0" w:tplc="ED406B8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328429BC"/>
    <w:multiLevelType w:val="hybridMultilevel"/>
    <w:tmpl w:val="B198B70E"/>
    <w:lvl w:ilvl="0" w:tplc="6582A8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32E95AB4"/>
    <w:multiLevelType w:val="hybridMultilevel"/>
    <w:tmpl w:val="F3187430"/>
    <w:lvl w:ilvl="0" w:tplc="B3C29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330B7C19"/>
    <w:multiLevelType w:val="hybridMultilevel"/>
    <w:tmpl w:val="F4900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2">
    <w:nsid w:val="332003A0"/>
    <w:multiLevelType w:val="hybridMultilevel"/>
    <w:tmpl w:val="8B827AB0"/>
    <w:lvl w:ilvl="0" w:tplc="45A65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3322677E"/>
    <w:multiLevelType w:val="hybridMultilevel"/>
    <w:tmpl w:val="33C0D516"/>
    <w:lvl w:ilvl="0" w:tplc="DA9C3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333960F0"/>
    <w:multiLevelType w:val="hybridMultilevel"/>
    <w:tmpl w:val="23F60ADA"/>
    <w:lvl w:ilvl="0" w:tplc="67629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338703A8"/>
    <w:multiLevelType w:val="hybridMultilevel"/>
    <w:tmpl w:val="E44E48AC"/>
    <w:lvl w:ilvl="0" w:tplc="81A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3389493A"/>
    <w:multiLevelType w:val="hybridMultilevel"/>
    <w:tmpl w:val="083C4754"/>
    <w:lvl w:ilvl="0" w:tplc="0526CC5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339943C6"/>
    <w:multiLevelType w:val="hybridMultilevel"/>
    <w:tmpl w:val="785857C0"/>
    <w:lvl w:ilvl="0" w:tplc="5944E7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33A57624"/>
    <w:multiLevelType w:val="hybridMultilevel"/>
    <w:tmpl w:val="2EC81C4C"/>
    <w:lvl w:ilvl="0" w:tplc="9A30C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33B14515"/>
    <w:multiLevelType w:val="hybridMultilevel"/>
    <w:tmpl w:val="007C0A3C"/>
    <w:lvl w:ilvl="0" w:tplc="1B7EF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34055F68"/>
    <w:multiLevelType w:val="hybridMultilevel"/>
    <w:tmpl w:val="A3A8E4B6"/>
    <w:lvl w:ilvl="0" w:tplc="1CDA52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34915636"/>
    <w:multiLevelType w:val="hybridMultilevel"/>
    <w:tmpl w:val="38DEFDC6"/>
    <w:lvl w:ilvl="0" w:tplc="1DCC7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34A72F2E"/>
    <w:multiLevelType w:val="hybridMultilevel"/>
    <w:tmpl w:val="826E5A0A"/>
    <w:lvl w:ilvl="0" w:tplc="001CA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3534379C"/>
    <w:multiLevelType w:val="hybridMultilevel"/>
    <w:tmpl w:val="1570BDCA"/>
    <w:lvl w:ilvl="0" w:tplc="0A50D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35425EF1"/>
    <w:multiLevelType w:val="hybridMultilevel"/>
    <w:tmpl w:val="071883E8"/>
    <w:lvl w:ilvl="0" w:tplc="BEB483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357C14C1"/>
    <w:multiLevelType w:val="hybridMultilevel"/>
    <w:tmpl w:val="B1BCF172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9">
    <w:nsid w:val="35B75995"/>
    <w:multiLevelType w:val="hybridMultilevel"/>
    <w:tmpl w:val="C3B0AB12"/>
    <w:lvl w:ilvl="0" w:tplc="CA92E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35BC20A3"/>
    <w:multiLevelType w:val="hybridMultilevel"/>
    <w:tmpl w:val="93546CD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1">
    <w:nsid w:val="35E72678"/>
    <w:multiLevelType w:val="hybridMultilevel"/>
    <w:tmpl w:val="65FE4624"/>
    <w:lvl w:ilvl="0" w:tplc="6CA2F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361052E7"/>
    <w:multiLevelType w:val="hybridMultilevel"/>
    <w:tmpl w:val="42DA2A8A"/>
    <w:lvl w:ilvl="0" w:tplc="C6ECFA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36D30BA1"/>
    <w:multiLevelType w:val="hybridMultilevel"/>
    <w:tmpl w:val="A80E955A"/>
    <w:lvl w:ilvl="0" w:tplc="B93CDC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36DA7D40"/>
    <w:multiLevelType w:val="hybridMultilevel"/>
    <w:tmpl w:val="827EB656"/>
    <w:lvl w:ilvl="0" w:tplc="CA722E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371B441B"/>
    <w:multiLevelType w:val="hybridMultilevel"/>
    <w:tmpl w:val="0420796A"/>
    <w:lvl w:ilvl="0" w:tplc="04381E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37591BC5"/>
    <w:multiLevelType w:val="hybridMultilevel"/>
    <w:tmpl w:val="FE64E0F8"/>
    <w:lvl w:ilvl="0" w:tplc="CE46F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37673A9A"/>
    <w:multiLevelType w:val="hybridMultilevel"/>
    <w:tmpl w:val="B2423088"/>
    <w:lvl w:ilvl="0" w:tplc="FD1840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378A58DF"/>
    <w:multiLevelType w:val="hybridMultilevel"/>
    <w:tmpl w:val="45DA1F08"/>
    <w:lvl w:ilvl="0" w:tplc="9252E1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381D7C43"/>
    <w:multiLevelType w:val="hybridMultilevel"/>
    <w:tmpl w:val="B01CA4A6"/>
    <w:lvl w:ilvl="0" w:tplc="8D5810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38444DEC"/>
    <w:multiLevelType w:val="hybridMultilevel"/>
    <w:tmpl w:val="5338F994"/>
    <w:lvl w:ilvl="0" w:tplc="300A6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38527111"/>
    <w:multiLevelType w:val="hybridMultilevel"/>
    <w:tmpl w:val="CB2AA6C2"/>
    <w:lvl w:ilvl="0" w:tplc="247AB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>
    <w:nsid w:val="38531814"/>
    <w:multiLevelType w:val="hybridMultilevel"/>
    <w:tmpl w:val="C38EB23E"/>
    <w:lvl w:ilvl="0" w:tplc="958CB8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38FA1AB5"/>
    <w:multiLevelType w:val="hybridMultilevel"/>
    <w:tmpl w:val="57001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390357A2"/>
    <w:multiLevelType w:val="hybridMultilevel"/>
    <w:tmpl w:val="22602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9B46575"/>
    <w:multiLevelType w:val="hybridMultilevel"/>
    <w:tmpl w:val="E9FAB6D0"/>
    <w:lvl w:ilvl="0" w:tplc="26FA8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A0B653A"/>
    <w:multiLevelType w:val="hybridMultilevel"/>
    <w:tmpl w:val="39D4D868"/>
    <w:lvl w:ilvl="0" w:tplc="B6489A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3A3546C7"/>
    <w:multiLevelType w:val="hybridMultilevel"/>
    <w:tmpl w:val="E280EEF6"/>
    <w:lvl w:ilvl="0" w:tplc="16AC2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AD24DF9"/>
    <w:multiLevelType w:val="hybridMultilevel"/>
    <w:tmpl w:val="22686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ADD778F"/>
    <w:multiLevelType w:val="hybridMultilevel"/>
    <w:tmpl w:val="166C8340"/>
    <w:lvl w:ilvl="0" w:tplc="2DAED9E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3AE772E1"/>
    <w:multiLevelType w:val="hybridMultilevel"/>
    <w:tmpl w:val="CC6491FE"/>
    <w:lvl w:ilvl="0" w:tplc="DDA48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B630BCC"/>
    <w:multiLevelType w:val="hybridMultilevel"/>
    <w:tmpl w:val="6E0888BC"/>
    <w:lvl w:ilvl="0" w:tplc="1FB258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3B670CA3"/>
    <w:multiLevelType w:val="hybridMultilevel"/>
    <w:tmpl w:val="F6DE379A"/>
    <w:lvl w:ilvl="0" w:tplc="6CFED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C1834DD"/>
    <w:multiLevelType w:val="hybridMultilevel"/>
    <w:tmpl w:val="4634A074"/>
    <w:lvl w:ilvl="0" w:tplc="1C540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3C501BE4"/>
    <w:multiLevelType w:val="hybridMultilevel"/>
    <w:tmpl w:val="3FBEDF4E"/>
    <w:lvl w:ilvl="0" w:tplc="7198679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CFB2EC4"/>
    <w:multiLevelType w:val="hybridMultilevel"/>
    <w:tmpl w:val="B58C39E8"/>
    <w:lvl w:ilvl="0" w:tplc="9A3EA8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D64617B"/>
    <w:multiLevelType w:val="hybridMultilevel"/>
    <w:tmpl w:val="067E7088"/>
    <w:lvl w:ilvl="0" w:tplc="A94AE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D954482"/>
    <w:multiLevelType w:val="hybridMultilevel"/>
    <w:tmpl w:val="E164525A"/>
    <w:lvl w:ilvl="0" w:tplc="EA3EF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DDF4F58"/>
    <w:multiLevelType w:val="hybridMultilevel"/>
    <w:tmpl w:val="535078CA"/>
    <w:lvl w:ilvl="0" w:tplc="495CAA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>
    <w:nsid w:val="3DFF23D3"/>
    <w:multiLevelType w:val="hybridMultilevel"/>
    <w:tmpl w:val="0660F30C"/>
    <w:lvl w:ilvl="0" w:tplc="B7605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E2F4921"/>
    <w:multiLevelType w:val="hybridMultilevel"/>
    <w:tmpl w:val="8DC68BCA"/>
    <w:lvl w:ilvl="0" w:tplc="B440B1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E667FC7"/>
    <w:multiLevelType w:val="hybridMultilevel"/>
    <w:tmpl w:val="7512C14A"/>
    <w:lvl w:ilvl="0" w:tplc="71F8AA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3E9F253B"/>
    <w:multiLevelType w:val="hybridMultilevel"/>
    <w:tmpl w:val="EA8467B6"/>
    <w:lvl w:ilvl="0" w:tplc="691250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EDD66BE"/>
    <w:multiLevelType w:val="hybridMultilevel"/>
    <w:tmpl w:val="8466BC2A"/>
    <w:lvl w:ilvl="0" w:tplc="A4A86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EF33C57"/>
    <w:multiLevelType w:val="hybridMultilevel"/>
    <w:tmpl w:val="4F36535E"/>
    <w:lvl w:ilvl="0" w:tplc="4976A682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3EF80220"/>
    <w:multiLevelType w:val="hybridMultilevel"/>
    <w:tmpl w:val="434058FA"/>
    <w:lvl w:ilvl="0" w:tplc="66B6E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F113F61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FB302C1"/>
    <w:multiLevelType w:val="hybridMultilevel"/>
    <w:tmpl w:val="6E2E7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400366A7"/>
    <w:multiLevelType w:val="hybridMultilevel"/>
    <w:tmpl w:val="D9286040"/>
    <w:lvl w:ilvl="0" w:tplc="CD7C8A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40250A40"/>
    <w:multiLevelType w:val="hybridMultilevel"/>
    <w:tmpl w:val="F9C6CC12"/>
    <w:lvl w:ilvl="0" w:tplc="2CA416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402634C1"/>
    <w:multiLevelType w:val="hybridMultilevel"/>
    <w:tmpl w:val="3F20066C"/>
    <w:lvl w:ilvl="0" w:tplc="80A269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40BC34C1"/>
    <w:multiLevelType w:val="hybridMultilevel"/>
    <w:tmpl w:val="2BA4A9D0"/>
    <w:lvl w:ilvl="0" w:tplc="D3AACB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>
    <w:nsid w:val="40F40785"/>
    <w:multiLevelType w:val="hybridMultilevel"/>
    <w:tmpl w:val="69D8258C"/>
    <w:lvl w:ilvl="0" w:tplc="F580D8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412329AA"/>
    <w:multiLevelType w:val="hybridMultilevel"/>
    <w:tmpl w:val="2AC0533A"/>
    <w:lvl w:ilvl="0" w:tplc="FDD45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41AD44E2"/>
    <w:multiLevelType w:val="hybridMultilevel"/>
    <w:tmpl w:val="C7EE90FC"/>
    <w:lvl w:ilvl="0" w:tplc="F76C8F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41C2791C"/>
    <w:multiLevelType w:val="hybridMultilevel"/>
    <w:tmpl w:val="F864BE4C"/>
    <w:lvl w:ilvl="0" w:tplc="2F1ED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2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42811992"/>
    <w:multiLevelType w:val="multilevel"/>
    <w:tmpl w:val="31089078"/>
    <w:lvl w:ilvl="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>
      <w:start w:val="6"/>
      <w:numFmt w:val="decimal"/>
      <w:pStyle w:val="Styl3"/>
      <w:isLgl/>
      <w:lvlText w:val="%1.%2."/>
      <w:lvlJc w:val="left"/>
      <w:pPr>
        <w:ind w:left="7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7" w:hanging="2160"/>
      </w:pPr>
      <w:rPr>
        <w:rFonts w:hint="default"/>
      </w:rPr>
    </w:lvl>
  </w:abstractNum>
  <w:abstractNum w:abstractNumId="305">
    <w:nsid w:val="43055CC4"/>
    <w:multiLevelType w:val="hybridMultilevel"/>
    <w:tmpl w:val="2E003BD2"/>
    <w:lvl w:ilvl="0" w:tplc="B7023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433919D7"/>
    <w:multiLevelType w:val="hybridMultilevel"/>
    <w:tmpl w:val="E5E2BF5C"/>
    <w:name w:val="WW8Num322"/>
    <w:lvl w:ilvl="0" w:tplc="9E36F4B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>
    <w:nsid w:val="437403DB"/>
    <w:multiLevelType w:val="hybridMultilevel"/>
    <w:tmpl w:val="2D0A2526"/>
    <w:lvl w:ilvl="0" w:tplc="5A8049C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43F25E1D"/>
    <w:multiLevelType w:val="hybridMultilevel"/>
    <w:tmpl w:val="258CD27A"/>
    <w:lvl w:ilvl="0" w:tplc="6CA2F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>
    <w:nsid w:val="43FD7CD3"/>
    <w:multiLevelType w:val="hybridMultilevel"/>
    <w:tmpl w:val="DE94523A"/>
    <w:lvl w:ilvl="0" w:tplc="82046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>
    <w:nsid w:val="4448439B"/>
    <w:multiLevelType w:val="hybridMultilevel"/>
    <w:tmpl w:val="996C39F2"/>
    <w:lvl w:ilvl="0" w:tplc="E6F8687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444F56E9"/>
    <w:multiLevelType w:val="hybridMultilevel"/>
    <w:tmpl w:val="E4E003B8"/>
    <w:lvl w:ilvl="0" w:tplc="728CC6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>
    <w:nsid w:val="44ED6E1D"/>
    <w:multiLevelType w:val="hybridMultilevel"/>
    <w:tmpl w:val="1AFE0160"/>
    <w:lvl w:ilvl="0" w:tplc="A364E1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450464A6"/>
    <w:multiLevelType w:val="hybridMultilevel"/>
    <w:tmpl w:val="130E83AA"/>
    <w:lvl w:ilvl="0" w:tplc="1DD263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4564489F"/>
    <w:multiLevelType w:val="hybridMultilevel"/>
    <w:tmpl w:val="801086C6"/>
    <w:lvl w:ilvl="0" w:tplc="B91AA2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465147D7"/>
    <w:multiLevelType w:val="hybridMultilevel"/>
    <w:tmpl w:val="A2B6BCCA"/>
    <w:name w:val="WW8Num223"/>
    <w:lvl w:ilvl="0" w:tplc="3A08BE28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467774B5"/>
    <w:multiLevelType w:val="hybridMultilevel"/>
    <w:tmpl w:val="2D8EFF60"/>
    <w:lvl w:ilvl="0" w:tplc="CAD250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4681081C"/>
    <w:multiLevelType w:val="hybridMultilevel"/>
    <w:tmpl w:val="007C0A3C"/>
    <w:lvl w:ilvl="0" w:tplc="1B7EF9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0">
    <w:nsid w:val="47501CEC"/>
    <w:multiLevelType w:val="hybridMultilevel"/>
    <w:tmpl w:val="6ABC3020"/>
    <w:lvl w:ilvl="0" w:tplc="D29411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47C51960"/>
    <w:multiLevelType w:val="hybridMultilevel"/>
    <w:tmpl w:val="417E05F4"/>
    <w:lvl w:ilvl="0" w:tplc="17C649E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47C92032"/>
    <w:multiLevelType w:val="hybridMultilevel"/>
    <w:tmpl w:val="9482C4B4"/>
    <w:lvl w:ilvl="0" w:tplc="A1605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47CE7450"/>
    <w:multiLevelType w:val="hybridMultilevel"/>
    <w:tmpl w:val="0038C060"/>
    <w:lvl w:ilvl="0" w:tplc="D1C062EC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48081223"/>
    <w:multiLevelType w:val="hybridMultilevel"/>
    <w:tmpl w:val="03D2DC82"/>
    <w:lvl w:ilvl="0" w:tplc="592A1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486E660D"/>
    <w:multiLevelType w:val="hybridMultilevel"/>
    <w:tmpl w:val="99723BAE"/>
    <w:lvl w:ilvl="0" w:tplc="3D2652A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488138FE"/>
    <w:multiLevelType w:val="hybridMultilevel"/>
    <w:tmpl w:val="66C28468"/>
    <w:lvl w:ilvl="0" w:tplc="7CFC2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48AD6725"/>
    <w:multiLevelType w:val="hybridMultilevel"/>
    <w:tmpl w:val="7C2C4204"/>
    <w:lvl w:ilvl="0" w:tplc="D372361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48EE04FA"/>
    <w:multiLevelType w:val="hybridMultilevel"/>
    <w:tmpl w:val="958CA2FE"/>
    <w:lvl w:ilvl="0" w:tplc="8A6E13A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49406E51"/>
    <w:multiLevelType w:val="hybridMultilevel"/>
    <w:tmpl w:val="BC664D02"/>
    <w:lvl w:ilvl="0" w:tplc="DDFA8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49771020"/>
    <w:multiLevelType w:val="hybridMultilevel"/>
    <w:tmpl w:val="B7F832FE"/>
    <w:lvl w:ilvl="0" w:tplc="87F8BFE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49C71AEF"/>
    <w:multiLevelType w:val="hybridMultilevel"/>
    <w:tmpl w:val="0862D332"/>
    <w:lvl w:ilvl="0" w:tplc="C3B6D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4AA60D8C"/>
    <w:multiLevelType w:val="hybridMultilevel"/>
    <w:tmpl w:val="B99892E2"/>
    <w:lvl w:ilvl="0" w:tplc="E2128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4ABB2CB4"/>
    <w:multiLevelType w:val="hybridMultilevel"/>
    <w:tmpl w:val="8140E410"/>
    <w:lvl w:ilvl="0" w:tplc="011E2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4B1F289F"/>
    <w:multiLevelType w:val="hybridMultilevel"/>
    <w:tmpl w:val="3BCA3D42"/>
    <w:lvl w:ilvl="0" w:tplc="5AA61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4BB119BB"/>
    <w:multiLevelType w:val="hybridMultilevel"/>
    <w:tmpl w:val="8820BCE6"/>
    <w:lvl w:ilvl="0" w:tplc="2472B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4BE9725C"/>
    <w:multiLevelType w:val="hybridMultilevel"/>
    <w:tmpl w:val="008E8644"/>
    <w:lvl w:ilvl="0" w:tplc="1F684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4BEF64CD"/>
    <w:multiLevelType w:val="hybridMultilevel"/>
    <w:tmpl w:val="A456DFF2"/>
    <w:lvl w:ilvl="0" w:tplc="5C580B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>
    <w:nsid w:val="4BFA6944"/>
    <w:multiLevelType w:val="hybridMultilevel"/>
    <w:tmpl w:val="640806B8"/>
    <w:lvl w:ilvl="0" w:tplc="E2E89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>
    <w:nsid w:val="4C9E0402"/>
    <w:multiLevelType w:val="hybridMultilevel"/>
    <w:tmpl w:val="CF72057A"/>
    <w:lvl w:ilvl="0" w:tplc="5A6658D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2">
    <w:nsid w:val="4CEC44A1"/>
    <w:multiLevelType w:val="hybridMultilevel"/>
    <w:tmpl w:val="28F24BB2"/>
    <w:lvl w:ilvl="0" w:tplc="19403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4D5B61BC"/>
    <w:multiLevelType w:val="hybridMultilevel"/>
    <w:tmpl w:val="803E42CE"/>
    <w:lvl w:ilvl="0" w:tplc="F148F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>
    <w:nsid w:val="4D9E609C"/>
    <w:multiLevelType w:val="hybridMultilevel"/>
    <w:tmpl w:val="26A4C576"/>
    <w:lvl w:ilvl="0" w:tplc="72161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4DC1308A"/>
    <w:multiLevelType w:val="hybridMultilevel"/>
    <w:tmpl w:val="93F48486"/>
    <w:lvl w:ilvl="0" w:tplc="D53260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>
    <w:nsid w:val="4DE22EC1"/>
    <w:multiLevelType w:val="hybridMultilevel"/>
    <w:tmpl w:val="9D9E5444"/>
    <w:lvl w:ilvl="0" w:tplc="F3048B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4DF571D3"/>
    <w:multiLevelType w:val="hybridMultilevel"/>
    <w:tmpl w:val="D20804C0"/>
    <w:lvl w:ilvl="0" w:tplc="1F44F1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>
    <w:nsid w:val="4DFD309A"/>
    <w:multiLevelType w:val="hybridMultilevel"/>
    <w:tmpl w:val="917A5FB4"/>
    <w:lvl w:ilvl="0" w:tplc="B2529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4E2D62FE"/>
    <w:multiLevelType w:val="hybridMultilevel"/>
    <w:tmpl w:val="DF8227FE"/>
    <w:lvl w:ilvl="0" w:tplc="470614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E666169"/>
    <w:multiLevelType w:val="hybridMultilevel"/>
    <w:tmpl w:val="73BA1C36"/>
    <w:lvl w:ilvl="0" w:tplc="2AE2A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>
    <w:nsid w:val="4E8C046C"/>
    <w:multiLevelType w:val="hybridMultilevel"/>
    <w:tmpl w:val="CB4E0CB2"/>
    <w:lvl w:ilvl="0" w:tplc="725E18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ED86964"/>
    <w:multiLevelType w:val="hybridMultilevel"/>
    <w:tmpl w:val="00FE5BF2"/>
    <w:lvl w:ilvl="0" w:tplc="0D92E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EDC25AD"/>
    <w:multiLevelType w:val="hybridMultilevel"/>
    <w:tmpl w:val="1E1C59B0"/>
    <w:lvl w:ilvl="0" w:tplc="18BAEA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>
    <w:nsid w:val="4F151297"/>
    <w:multiLevelType w:val="hybridMultilevel"/>
    <w:tmpl w:val="B2BEDA78"/>
    <w:lvl w:ilvl="0" w:tplc="A46414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FC16C08"/>
    <w:multiLevelType w:val="hybridMultilevel"/>
    <w:tmpl w:val="82DCA63A"/>
    <w:lvl w:ilvl="0" w:tplc="37F29AC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4FD61BF4"/>
    <w:multiLevelType w:val="hybridMultilevel"/>
    <w:tmpl w:val="16844354"/>
    <w:lvl w:ilvl="0" w:tplc="866A05E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9">
    <w:nsid w:val="4FD851E0"/>
    <w:multiLevelType w:val="hybridMultilevel"/>
    <w:tmpl w:val="6D3E7810"/>
    <w:lvl w:ilvl="0" w:tplc="B0E4C2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FE24BD8"/>
    <w:multiLevelType w:val="hybridMultilevel"/>
    <w:tmpl w:val="59706EF0"/>
    <w:lvl w:ilvl="0" w:tplc="6CA2F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>
    <w:nsid w:val="4FED0AE1"/>
    <w:multiLevelType w:val="hybridMultilevel"/>
    <w:tmpl w:val="674A1ED6"/>
    <w:lvl w:ilvl="0" w:tplc="6CA2F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>
    <w:nsid w:val="50033D25"/>
    <w:multiLevelType w:val="hybridMultilevel"/>
    <w:tmpl w:val="B9E07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3">
    <w:nsid w:val="502C73D6"/>
    <w:multiLevelType w:val="hybridMultilevel"/>
    <w:tmpl w:val="4314E80C"/>
    <w:lvl w:ilvl="0" w:tplc="856CF15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50370459"/>
    <w:multiLevelType w:val="hybridMultilevel"/>
    <w:tmpl w:val="034CCA16"/>
    <w:lvl w:ilvl="0" w:tplc="81566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507E4931"/>
    <w:multiLevelType w:val="hybridMultilevel"/>
    <w:tmpl w:val="5150F742"/>
    <w:lvl w:ilvl="0" w:tplc="3C2E3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509B000C"/>
    <w:multiLevelType w:val="hybridMultilevel"/>
    <w:tmpl w:val="F3FA6910"/>
    <w:name w:val="WW8Num12"/>
    <w:lvl w:ilvl="0" w:tplc="5A7EF2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>
    <w:nsid w:val="50D9561E"/>
    <w:multiLevelType w:val="hybridMultilevel"/>
    <w:tmpl w:val="EDAEB34E"/>
    <w:lvl w:ilvl="0" w:tplc="9072C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51267102"/>
    <w:multiLevelType w:val="hybridMultilevel"/>
    <w:tmpl w:val="7884E80E"/>
    <w:lvl w:ilvl="0" w:tplc="5574BC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51347E88"/>
    <w:multiLevelType w:val="hybridMultilevel"/>
    <w:tmpl w:val="DCF898EC"/>
    <w:lvl w:ilvl="0" w:tplc="EB6AE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514A4164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/>
        <w:caps w:val="0"/>
        <w:smallCaps w:val="0"/>
        <w:sz w:val="22"/>
      </w:rPr>
    </w:lvl>
  </w:abstractNum>
  <w:abstractNum w:abstractNumId="371">
    <w:nsid w:val="51903FDB"/>
    <w:multiLevelType w:val="hybridMultilevel"/>
    <w:tmpl w:val="F234791C"/>
    <w:lvl w:ilvl="0" w:tplc="7D409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>
    <w:nsid w:val="51A55EBB"/>
    <w:multiLevelType w:val="hybridMultilevel"/>
    <w:tmpl w:val="D3645848"/>
    <w:lvl w:ilvl="0" w:tplc="6ACA2E3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51A90C24"/>
    <w:multiLevelType w:val="hybridMultilevel"/>
    <w:tmpl w:val="D99813F0"/>
    <w:lvl w:ilvl="0" w:tplc="86748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>
    <w:nsid w:val="521B0C5C"/>
    <w:multiLevelType w:val="hybridMultilevel"/>
    <w:tmpl w:val="BE50B3EC"/>
    <w:lvl w:ilvl="0" w:tplc="6EB22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522476EB"/>
    <w:multiLevelType w:val="hybridMultilevel"/>
    <w:tmpl w:val="D9289156"/>
    <w:lvl w:ilvl="0" w:tplc="F45C2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>
    <w:nsid w:val="528331CD"/>
    <w:multiLevelType w:val="hybridMultilevel"/>
    <w:tmpl w:val="63123220"/>
    <w:lvl w:ilvl="0" w:tplc="AB882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5313511C"/>
    <w:multiLevelType w:val="hybridMultilevel"/>
    <w:tmpl w:val="DF6265FC"/>
    <w:name w:val="WW8Num222"/>
    <w:lvl w:ilvl="0" w:tplc="0F046BE4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>
    <w:nsid w:val="53786789"/>
    <w:multiLevelType w:val="hybridMultilevel"/>
    <w:tmpl w:val="5CBAC0F4"/>
    <w:lvl w:ilvl="0" w:tplc="3FFC1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53825F12"/>
    <w:multiLevelType w:val="hybridMultilevel"/>
    <w:tmpl w:val="F76EC074"/>
    <w:lvl w:ilvl="0" w:tplc="8F6ED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53A47447"/>
    <w:multiLevelType w:val="hybridMultilevel"/>
    <w:tmpl w:val="5514449E"/>
    <w:lvl w:ilvl="0" w:tplc="578E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2">
    <w:nsid w:val="53A64032"/>
    <w:multiLevelType w:val="hybridMultilevel"/>
    <w:tmpl w:val="1158A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>
    <w:nsid w:val="53B054A4"/>
    <w:multiLevelType w:val="hybridMultilevel"/>
    <w:tmpl w:val="38B26752"/>
    <w:lvl w:ilvl="0" w:tplc="167E5B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54243B03"/>
    <w:multiLevelType w:val="hybridMultilevel"/>
    <w:tmpl w:val="23C0E586"/>
    <w:lvl w:ilvl="0" w:tplc="D65C0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543F3964"/>
    <w:multiLevelType w:val="hybridMultilevel"/>
    <w:tmpl w:val="EF4A9EDC"/>
    <w:lvl w:ilvl="0" w:tplc="BC1066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545C141D"/>
    <w:multiLevelType w:val="hybridMultilevel"/>
    <w:tmpl w:val="B3DA2B48"/>
    <w:lvl w:ilvl="0" w:tplc="9FE212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54632EA2"/>
    <w:multiLevelType w:val="hybridMultilevel"/>
    <w:tmpl w:val="84DA36A0"/>
    <w:lvl w:ilvl="0" w:tplc="9C26F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>
    <w:nsid w:val="54B03BA9"/>
    <w:multiLevelType w:val="hybridMultilevel"/>
    <w:tmpl w:val="FC362ECE"/>
    <w:lvl w:ilvl="0" w:tplc="D8BC6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54D4078E"/>
    <w:multiLevelType w:val="hybridMultilevel"/>
    <w:tmpl w:val="F606C496"/>
    <w:lvl w:ilvl="0" w:tplc="D6B6A5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5518301E"/>
    <w:multiLevelType w:val="hybridMultilevel"/>
    <w:tmpl w:val="947CBEB2"/>
    <w:lvl w:ilvl="0" w:tplc="45425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551A0CE9"/>
    <w:multiLevelType w:val="hybridMultilevel"/>
    <w:tmpl w:val="CDEC6FB8"/>
    <w:lvl w:ilvl="0" w:tplc="B3927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>
    <w:nsid w:val="559F0D3F"/>
    <w:multiLevelType w:val="hybridMultilevel"/>
    <w:tmpl w:val="CF207DBC"/>
    <w:lvl w:ilvl="0" w:tplc="FD52D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>
    <w:nsid w:val="56FC4C91"/>
    <w:multiLevelType w:val="hybridMultilevel"/>
    <w:tmpl w:val="93A470AA"/>
    <w:lvl w:ilvl="0" w:tplc="A4B09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5736011A"/>
    <w:multiLevelType w:val="hybridMultilevel"/>
    <w:tmpl w:val="D882A768"/>
    <w:lvl w:ilvl="0" w:tplc="288250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575224B5"/>
    <w:multiLevelType w:val="hybridMultilevel"/>
    <w:tmpl w:val="C8088AF6"/>
    <w:lvl w:ilvl="0" w:tplc="E3606F1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57B21553"/>
    <w:multiLevelType w:val="hybridMultilevel"/>
    <w:tmpl w:val="93EC49C0"/>
    <w:lvl w:ilvl="0" w:tplc="4F32B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57B635D2"/>
    <w:multiLevelType w:val="hybridMultilevel"/>
    <w:tmpl w:val="FB4AFBAE"/>
    <w:lvl w:ilvl="0" w:tplc="40928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57BC07B8"/>
    <w:multiLevelType w:val="hybridMultilevel"/>
    <w:tmpl w:val="FDAC5498"/>
    <w:lvl w:ilvl="0" w:tplc="0F8CB7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>
    <w:nsid w:val="57F34BBF"/>
    <w:multiLevelType w:val="hybridMultilevel"/>
    <w:tmpl w:val="3BEA0EDA"/>
    <w:lvl w:ilvl="0" w:tplc="173CB0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58807D91"/>
    <w:multiLevelType w:val="hybridMultilevel"/>
    <w:tmpl w:val="F500B256"/>
    <w:lvl w:ilvl="0" w:tplc="531475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>
    <w:nsid w:val="58964C85"/>
    <w:multiLevelType w:val="hybridMultilevel"/>
    <w:tmpl w:val="7D7A32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5">
    <w:nsid w:val="58974F45"/>
    <w:multiLevelType w:val="hybridMultilevel"/>
    <w:tmpl w:val="BB647F08"/>
    <w:lvl w:ilvl="0" w:tplc="A3F8E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58B73B3C"/>
    <w:multiLevelType w:val="hybridMultilevel"/>
    <w:tmpl w:val="3C3E8F9E"/>
    <w:lvl w:ilvl="0" w:tplc="23444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>
    <w:nsid w:val="592B1980"/>
    <w:multiLevelType w:val="hybridMultilevel"/>
    <w:tmpl w:val="F5F693B6"/>
    <w:lvl w:ilvl="0" w:tplc="E21CF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>
    <w:nsid w:val="594F6C2D"/>
    <w:multiLevelType w:val="hybridMultilevel"/>
    <w:tmpl w:val="71983160"/>
    <w:lvl w:ilvl="0" w:tplc="1FD6D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599274F1"/>
    <w:multiLevelType w:val="hybridMultilevel"/>
    <w:tmpl w:val="1FDED06A"/>
    <w:lvl w:ilvl="0" w:tplc="FDFA222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59A845BB"/>
    <w:multiLevelType w:val="hybridMultilevel"/>
    <w:tmpl w:val="A6160CF2"/>
    <w:lvl w:ilvl="0" w:tplc="B71EB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5A10675E"/>
    <w:multiLevelType w:val="hybridMultilevel"/>
    <w:tmpl w:val="9FBEE9CC"/>
    <w:lvl w:ilvl="0" w:tplc="253A9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5ACC1C98"/>
    <w:multiLevelType w:val="hybridMultilevel"/>
    <w:tmpl w:val="7234C79E"/>
    <w:lvl w:ilvl="0" w:tplc="68BA3D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5AED09BA"/>
    <w:multiLevelType w:val="hybridMultilevel"/>
    <w:tmpl w:val="C786F6D0"/>
    <w:lvl w:ilvl="0" w:tplc="2292A014">
      <w:start w:val="1"/>
      <w:numFmt w:val="decimal"/>
      <w:lvlText w:val="%1."/>
      <w:lvlJc w:val="left"/>
      <w:pPr>
        <w:ind w:left="678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15">
    <w:nsid w:val="5BE05C03"/>
    <w:multiLevelType w:val="hybridMultilevel"/>
    <w:tmpl w:val="36E08AD2"/>
    <w:lvl w:ilvl="0" w:tplc="E90A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5C3517D5"/>
    <w:multiLevelType w:val="hybridMultilevel"/>
    <w:tmpl w:val="1A9AD942"/>
    <w:lvl w:ilvl="0" w:tplc="BFBAE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5C462EE4"/>
    <w:multiLevelType w:val="hybridMultilevel"/>
    <w:tmpl w:val="2AA2F596"/>
    <w:lvl w:ilvl="0" w:tplc="D04C8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5C7A706E"/>
    <w:multiLevelType w:val="hybridMultilevel"/>
    <w:tmpl w:val="02640ADE"/>
    <w:lvl w:ilvl="0" w:tplc="E668D68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5CA90723"/>
    <w:multiLevelType w:val="hybridMultilevel"/>
    <w:tmpl w:val="FEE68752"/>
    <w:lvl w:ilvl="0" w:tplc="00B44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5CAC000B"/>
    <w:multiLevelType w:val="hybridMultilevel"/>
    <w:tmpl w:val="A5C0483C"/>
    <w:lvl w:ilvl="0" w:tplc="5680E5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1">
    <w:nsid w:val="5D15402E"/>
    <w:multiLevelType w:val="hybridMultilevel"/>
    <w:tmpl w:val="E35492B6"/>
    <w:lvl w:ilvl="0" w:tplc="28C8DCF8">
      <w:start w:val="1"/>
      <w:numFmt w:val="decimal"/>
      <w:lvlText w:val="%1."/>
      <w:lvlJc w:val="left"/>
      <w:pPr>
        <w:ind w:left="67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>
    <w:nsid w:val="5D5C5078"/>
    <w:multiLevelType w:val="multilevel"/>
    <w:tmpl w:val="8710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30" w:hanging="390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5D717AC5"/>
    <w:multiLevelType w:val="hybridMultilevel"/>
    <w:tmpl w:val="B742DF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5">
    <w:nsid w:val="5DC3451E"/>
    <w:multiLevelType w:val="hybridMultilevel"/>
    <w:tmpl w:val="91E2EE5C"/>
    <w:lvl w:ilvl="0" w:tplc="22545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">
    <w:nsid w:val="5E4B3B80"/>
    <w:multiLevelType w:val="hybridMultilevel"/>
    <w:tmpl w:val="BF7A3DD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>
    <w:nsid w:val="5E9557A0"/>
    <w:multiLevelType w:val="hybridMultilevel"/>
    <w:tmpl w:val="CAC220A0"/>
    <w:lvl w:ilvl="0" w:tplc="0900B8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5EBA4760"/>
    <w:multiLevelType w:val="multilevel"/>
    <w:tmpl w:val="3B102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29">
    <w:nsid w:val="5ED559E0"/>
    <w:multiLevelType w:val="hybridMultilevel"/>
    <w:tmpl w:val="59F0C930"/>
    <w:lvl w:ilvl="0" w:tplc="28BCFD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5EF80AF7"/>
    <w:multiLevelType w:val="hybridMultilevel"/>
    <w:tmpl w:val="88B4D096"/>
    <w:lvl w:ilvl="0" w:tplc="7C6EE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5F3A0E50"/>
    <w:multiLevelType w:val="hybridMultilevel"/>
    <w:tmpl w:val="8B8E492A"/>
    <w:lvl w:ilvl="0" w:tplc="C7688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5F951F11"/>
    <w:multiLevelType w:val="hybridMultilevel"/>
    <w:tmpl w:val="F83813F4"/>
    <w:name w:val="WW8Num33"/>
    <w:lvl w:ilvl="0" w:tplc="B72CABD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5FB16595"/>
    <w:multiLevelType w:val="hybridMultilevel"/>
    <w:tmpl w:val="9B0A7BCE"/>
    <w:lvl w:ilvl="0" w:tplc="97CE4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5FF577C4"/>
    <w:multiLevelType w:val="hybridMultilevel"/>
    <w:tmpl w:val="C1183648"/>
    <w:lvl w:ilvl="0" w:tplc="A4828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>
    <w:nsid w:val="60100537"/>
    <w:multiLevelType w:val="hybridMultilevel"/>
    <w:tmpl w:val="8562874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60317267"/>
    <w:multiLevelType w:val="hybridMultilevel"/>
    <w:tmpl w:val="37C6F7E4"/>
    <w:lvl w:ilvl="0" w:tplc="B7EC9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605B581D"/>
    <w:multiLevelType w:val="hybridMultilevel"/>
    <w:tmpl w:val="524CBCF8"/>
    <w:lvl w:ilvl="0" w:tplc="B27A7E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60A73DDA"/>
    <w:multiLevelType w:val="hybridMultilevel"/>
    <w:tmpl w:val="16228714"/>
    <w:lvl w:ilvl="0" w:tplc="B1D48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60AF713E"/>
    <w:multiLevelType w:val="hybridMultilevel"/>
    <w:tmpl w:val="50E6193A"/>
    <w:lvl w:ilvl="0" w:tplc="736A46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>
    <w:nsid w:val="60B54043"/>
    <w:multiLevelType w:val="hybridMultilevel"/>
    <w:tmpl w:val="7E808798"/>
    <w:lvl w:ilvl="0" w:tplc="54A47D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1">
    <w:nsid w:val="61665A93"/>
    <w:multiLevelType w:val="hybridMultilevel"/>
    <w:tmpl w:val="F0F2155A"/>
    <w:lvl w:ilvl="0" w:tplc="8ECA6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2">
    <w:nsid w:val="620B0F4A"/>
    <w:multiLevelType w:val="hybridMultilevel"/>
    <w:tmpl w:val="7A9050A8"/>
    <w:lvl w:ilvl="0" w:tplc="F7C27A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6238470E"/>
    <w:multiLevelType w:val="hybridMultilevel"/>
    <w:tmpl w:val="38AA1C32"/>
    <w:lvl w:ilvl="0" w:tplc="295291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5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>
    <w:nsid w:val="6266336A"/>
    <w:multiLevelType w:val="hybridMultilevel"/>
    <w:tmpl w:val="2AE854E8"/>
    <w:lvl w:ilvl="0" w:tplc="D4429D36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>
    <w:nsid w:val="626C232B"/>
    <w:multiLevelType w:val="hybridMultilevel"/>
    <w:tmpl w:val="9CDA04B2"/>
    <w:lvl w:ilvl="0" w:tplc="89BEC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62756F77"/>
    <w:multiLevelType w:val="hybridMultilevel"/>
    <w:tmpl w:val="DE062080"/>
    <w:lvl w:ilvl="0" w:tplc="EA42893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62DA1715"/>
    <w:multiLevelType w:val="hybridMultilevel"/>
    <w:tmpl w:val="67A23E9C"/>
    <w:lvl w:ilvl="0" w:tplc="E4948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>
    <w:nsid w:val="63184DFB"/>
    <w:multiLevelType w:val="hybridMultilevel"/>
    <w:tmpl w:val="B79214AE"/>
    <w:lvl w:ilvl="0" w:tplc="A3C8AA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634217CB"/>
    <w:multiLevelType w:val="hybridMultilevel"/>
    <w:tmpl w:val="1CB49378"/>
    <w:lvl w:ilvl="0" w:tplc="EDB289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>
    <w:nsid w:val="63825168"/>
    <w:multiLevelType w:val="hybridMultilevel"/>
    <w:tmpl w:val="9320C3B6"/>
    <w:lvl w:ilvl="0" w:tplc="AF000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>
    <w:nsid w:val="63852F9C"/>
    <w:multiLevelType w:val="hybridMultilevel"/>
    <w:tmpl w:val="70B669C6"/>
    <w:lvl w:ilvl="0" w:tplc="6EC03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64420480"/>
    <w:multiLevelType w:val="hybridMultilevel"/>
    <w:tmpl w:val="BEFC679A"/>
    <w:lvl w:ilvl="0" w:tplc="ACF0FF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64FD1418"/>
    <w:multiLevelType w:val="hybridMultilevel"/>
    <w:tmpl w:val="0B704062"/>
    <w:lvl w:ilvl="0" w:tplc="873A5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65000626"/>
    <w:multiLevelType w:val="hybridMultilevel"/>
    <w:tmpl w:val="158CDEDE"/>
    <w:lvl w:ilvl="0" w:tplc="04707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650F2B71"/>
    <w:multiLevelType w:val="hybridMultilevel"/>
    <w:tmpl w:val="AF6E8294"/>
    <w:lvl w:ilvl="0" w:tplc="D32CF6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652F15C5"/>
    <w:multiLevelType w:val="hybridMultilevel"/>
    <w:tmpl w:val="A8B49614"/>
    <w:lvl w:ilvl="0" w:tplc="88E663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64">
    <w:nsid w:val="659C6AE8"/>
    <w:multiLevelType w:val="hybridMultilevel"/>
    <w:tmpl w:val="433E05BA"/>
    <w:lvl w:ilvl="0" w:tplc="93C0D7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659D12B5"/>
    <w:multiLevelType w:val="hybridMultilevel"/>
    <w:tmpl w:val="DB18AA14"/>
    <w:lvl w:ilvl="0" w:tplc="545A7B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6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67">
    <w:nsid w:val="65B63C37"/>
    <w:multiLevelType w:val="hybridMultilevel"/>
    <w:tmpl w:val="ACD4EC4A"/>
    <w:lvl w:ilvl="0" w:tplc="50461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65BF0C15"/>
    <w:multiLevelType w:val="hybridMultilevel"/>
    <w:tmpl w:val="85D4ABFC"/>
    <w:lvl w:ilvl="0" w:tplc="4A4EDF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65C04F16"/>
    <w:multiLevelType w:val="hybridMultilevel"/>
    <w:tmpl w:val="AEEAC6B0"/>
    <w:lvl w:ilvl="0" w:tplc="39EA4D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65F656F5"/>
    <w:multiLevelType w:val="hybridMultilevel"/>
    <w:tmpl w:val="86D6578A"/>
    <w:lvl w:ilvl="0" w:tplc="D57CA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661C0BE9"/>
    <w:multiLevelType w:val="hybridMultilevel"/>
    <w:tmpl w:val="200CAFB2"/>
    <w:lvl w:ilvl="0" w:tplc="3E8E4B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6623195E"/>
    <w:multiLevelType w:val="hybridMultilevel"/>
    <w:tmpl w:val="DF0A2738"/>
    <w:lvl w:ilvl="0" w:tplc="75ACAD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6644088A"/>
    <w:multiLevelType w:val="hybridMultilevel"/>
    <w:tmpl w:val="A57C2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>
    <w:nsid w:val="66841E00"/>
    <w:multiLevelType w:val="hybridMultilevel"/>
    <w:tmpl w:val="3E4414A6"/>
    <w:lvl w:ilvl="0" w:tplc="ADA2C7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66935F5F"/>
    <w:multiLevelType w:val="hybridMultilevel"/>
    <w:tmpl w:val="115AF1B2"/>
    <w:lvl w:ilvl="0" w:tplc="BE380A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66A1768A"/>
    <w:multiLevelType w:val="hybridMultilevel"/>
    <w:tmpl w:val="DCA4FBF2"/>
    <w:lvl w:ilvl="0" w:tplc="A47E20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8">
    <w:nsid w:val="672F4514"/>
    <w:multiLevelType w:val="hybridMultilevel"/>
    <w:tmpl w:val="CCAECC74"/>
    <w:lvl w:ilvl="0" w:tplc="7DB28A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67590C91"/>
    <w:multiLevelType w:val="hybridMultilevel"/>
    <w:tmpl w:val="8D9AF710"/>
    <w:lvl w:ilvl="0" w:tplc="50FC3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">
    <w:nsid w:val="675C00DF"/>
    <w:multiLevelType w:val="hybridMultilevel"/>
    <w:tmpl w:val="1E9EFA36"/>
    <w:lvl w:ilvl="0" w:tplc="C54C705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>
    <w:nsid w:val="67F02B6B"/>
    <w:multiLevelType w:val="hybridMultilevel"/>
    <w:tmpl w:val="BD3E9504"/>
    <w:lvl w:ilvl="0" w:tplc="83B677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687809F3"/>
    <w:multiLevelType w:val="hybridMultilevel"/>
    <w:tmpl w:val="C40C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>
    <w:nsid w:val="68A00534"/>
    <w:multiLevelType w:val="hybridMultilevel"/>
    <w:tmpl w:val="AB6E0718"/>
    <w:lvl w:ilvl="0" w:tplc="84484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68F553CF"/>
    <w:multiLevelType w:val="hybridMultilevel"/>
    <w:tmpl w:val="D076BB06"/>
    <w:lvl w:ilvl="0" w:tplc="368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69007F6E"/>
    <w:multiLevelType w:val="hybridMultilevel"/>
    <w:tmpl w:val="0C4C455E"/>
    <w:lvl w:ilvl="0" w:tplc="60C28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>
    <w:nsid w:val="69856D66"/>
    <w:multiLevelType w:val="hybridMultilevel"/>
    <w:tmpl w:val="654A4474"/>
    <w:lvl w:ilvl="0" w:tplc="0B480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69F77DB0"/>
    <w:multiLevelType w:val="hybridMultilevel"/>
    <w:tmpl w:val="2354BF50"/>
    <w:lvl w:ilvl="0" w:tplc="A4EC83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8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89">
    <w:nsid w:val="6A9F2885"/>
    <w:multiLevelType w:val="hybridMultilevel"/>
    <w:tmpl w:val="4B9ACE08"/>
    <w:lvl w:ilvl="0" w:tplc="F0E8A1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6AC843AB"/>
    <w:multiLevelType w:val="hybridMultilevel"/>
    <w:tmpl w:val="89E8209E"/>
    <w:lvl w:ilvl="0" w:tplc="8B2EF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6AD12E94"/>
    <w:multiLevelType w:val="hybridMultilevel"/>
    <w:tmpl w:val="5C52481A"/>
    <w:lvl w:ilvl="0" w:tplc="3272C1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6B2B1350"/>
    <w:multiLevelType w:val="hybridMultilevel"/>
    <w:tmpl w:val="1D441744"/>
    <w:lvl w:ilvl="0" w:tplc="14AC8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6BBD0D18"/>
    <w:multiLevelType w:val="hybridMultilevel"/>
    <w:tmpl w:val="EE2E1A70"/>
    <w:lvl w:ilvl="0" w:tplc="4BC2E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6BF85F0F"/>
    <w:multiLevelType w:val="hybridMultilevel"/>
    <w:tmpl w:val="200E3294"/>
    <w:lvl w:ilvl="0" w:tplc="21E482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6C30473B"/>
    <w:multiLevelType w:val="hybridMultilevel"/>
    <w:tmpl w:val="BED8FC5A"/>
    <w:lvl w:ilvl="0" w:tplc="CCD47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6C694081"/>
    <w:multiLevelType w:val="hybridMultilevel"/>
    <w:tmpl w:val="C9DECF04"/>
    <w:lvl w:ilvl="0" w:tplc="CC92A9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>
    <w:nsid w:val="6C722AC5"/>
    <w:multiLevelType w:val="hybridMultilevel"/>
    <w:tmpl w:val="0BE23B64"/>
    <w:lvl w:ilvl="0" w:tplc="0C1A9C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>
    <w:nsid w:val="6CB77BD3"/>
    <w:multiLevelType w:val="hybridMultilevel"/>
    <w:tmpl w:val="2468F710"/>
    <w:lvl w:ilvl="0" w:tplc="C46E6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>
    <w:nsid w:val="6CCD3F51"/>
    <w:multiLevelType w:val="hybridMultilevel"/>
    <w:tmpl w:val="B2AE3076"/>
    <w:lvl w:ilvl="0" w:tplc="A39408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6CD6242F"/>
    <w:multiLevelType w:val="hybridMultilevel"/>
    <w:tmpl w:val="ABDEEC88"/>
    <w:lvl w:ilvl="0" w:tplc="D1C4CF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>
    <w:nsid w:val="6D30297F"/>
    <w:multiLevelType w:val="hybridMultilevel"/>
    <w:tmpl w:val="60BC7A2A"/>
    <w:lvl w:ilvl="0" w:tplc="97D67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6D48338F"/>
    <w:multiLevelType w:val="hybridMultilevel"/>
    <w:tmpl w:val="72301DDE"/>
    <w:lvl w:ilvl="0" w:tplc="68505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6D5226EF"/>
    <w:multiLevelType w:val="hybridMultilevel"/>
    <w:tmpl w:val="A4A24DC4"/>
    <w:lvl w:ilvl="0" w:tplc="AA7863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6D691A08"/>
    <w:multiLevelType w:val="hybridMultilevel"/>
    <w:tmpl w:val="A796ACF8"/>
    <w:lvl w:ilvl="0" w:tplc="9BD49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6EEA5613"/>
    <w:multiLevelType w:val="hybridMultilevel"/>
    <w:tmpl w:val="CE4CCA24"/>
    <w:lvl w:ilvl="0" w:tplc="19426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6EF50C62"/>
    <w:multiLevelType w:val="hybridMultilevel"/>
    <w:tmpl w:val="72CA181A"/>
    <w:name w:val="WW8Num122"/>
    <w:lvl w:ilvl="0" w:tplc="8640AA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>
    <w:nsid w:val="6F9A3219"/>
    <w:multiLevelType w:val="hybridMultilevel"/>
    <w:tmpl w:val="6EB49112"/>
    <w:lvl w:ilvl="0" w:tplc="E626DD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>
    <w:nsid w:val="6FAF5F56"/>
    <w:multiLevelType w:val="hybridMultilevel"/>
    <w:tmpl w:val="416889D4"/>
    <w:lvl w:ilvl="0" w:tplc="B9D00D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>
    <w:nsid w:val="70036FA6"/>
    <w:multiLevelType w:val="hybridMultilevel"/>
    <w:tmpl w:val="FDAA18C8"/>
    <w:lvl w:ilvl="0" w:tplc="6C880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7061183E"/>
    <w:multiLevelType w:val="hybridMultilevel"/>
    <w:tmpl w:val="638661AA"/>
    <w:lvl w:ilvl="0" w:tplc="C96A9F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>
    <w:nsid w:val="7076241E"/>
    <w:multiLevelType w:val="hybridMultilevel"/>
    <w:tmpl w:val="8B8CFBCA"/>
    <w:lvl w:ilvl="0" w:tplc="71123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70941AB7"/>
    <w:multiLevelType w:val="hybridMultilevel"/>
    <w:tmpl w:val="4B381826"/>
    <w:lvl w:ilvl="0" w:tplc="5FA259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>
    <w:nsid w:val="7098370B"/>
    <w:multiLevelType w:val="hybridMultilevel"/>
    <w:tmpl w:val="D5D84114"/>
    <w:lvl w:ilvl="0" w:tplc="8FF2D7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6">
    <w:nsid w:val="711F75D6"/>
    <w:multiLevelType w:val="hybridMultilevel"/>
    <w:tmpl w:val="A66CE95A"/>
    <w:lvl w:ilvl="0" w:tplc="0D5CC70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>
    <w:nsid w:val="71435B62"/>
    <w:multiLevelType w:val="hybridMultilevel"/>
    <w:tmpl w:val="327667CA"/>
    <w:lvl w:ilvl="0" w:tplc="120EF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71650A4F"/>
    <w:multiLevelType w:val="hybridMultilevel"/>
    <w:tmpl w:val="32E289C8"/>
    <w:lvl w:ilvl="0" w:tplc="89B464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71727A69"/>
    <w:multiLevelType w:val="hybridMultilevel"/>
    <w:tmpl w:val="ACE2F7A6"/>
    <w:lvl w:ilvl="0" w:tplc="C95450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71B6103F"/>
    <w:multiLevelType w:val="hybridMultilevel"/>
    <w:tmpl w:val="EFF88ADC"/>
    <w:lvl w:ilvl="0" w:tplc="C6289E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71C31452"/>
    <w:multiLevelType w:val="hybridMultilevel"/>
    <w:tmpl w:val="FFA05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2">
    <w:nsid w:val="71DF368E"/>
    <w:multiLevelType w:val="hybridMultilevel"/>
    <w:tmpl w:val="5BC4EBF4"/>
    <w:lvl w:ilvl="0" w:tplc="AA4C95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721E47DF"/>
    <w:multiLevelType w:val="hybridMultilevel"/>
    <w:tmpl w:val="F64E9032"/>
    <w:lvl w:ilvl="0" w:tplc="A91E6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>
    <w:nsid w:val="723A6520"/>
    <w:multiLevelType w:val="hybridMultilevel"/>
    <w:tmpl w:val="AFFE2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5">
    <w:nsid w:val="72515207"/>
    <w:multiLevelType w:val="hybridMultilevel"/>
    <w:tmpl w:val="3F0C2950"/>
    <w:lvl w:ilvl="0" w:tplc="515222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6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72591274"/>
    <w:multiLevelType w:val="hybridMultilevel"/>
    <w:tmpl w:val="38822C7C"/>
    <w:lvl w:ilvl="0" w:tplc="50702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>
    <w:nsid w:val="72D40444"/>
    <w:multiLevelType w:val="hybridMultilevel"/>
    <w:tmpl w:val="8A5A05DE"/>
    <w:lvl w:ilvl="0" w:tplc="E9922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>
    <w:nsid w:val="72EA4CB8"/>
    <w:multiLevelType w:val="hybridMultilevel"/>
    <w:tmpl w:val="DBE0CF68"/>
    <w:lvl w:ilvl="0" w:tplc="02061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2">
    <w:nsid w:val="72EA5809"/>
    <w:multiLevelType w:val="hybridMultilevel"/>
    <w:tmpl w:val="4D065CF0"/>
    <w:lvl w:ilvl="0" w:tplc="79866A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7323592E"/>
    <w:multiLevelType w:val="hybridMultilevel"/>
    <w:tmpl w:val="2384DED2"/>
    <w:lvl w:ilvl="0" w:tplc="9496C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4">
    <w:nsid w:val="73625933"/>
    <w:multiLevelType w:val="hybridMultilevel"/>
    <w:tmpl w:val="13702F58"/>
    <w:lvl w:ilvl="0" w:tplc="5A6658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5">
    <w:nsid w:val="738C1FED"/>
    <w:multiLevelType w:val="hybridMultilevel"/>
    <w:tmpl w:val="08D64496"/>
    <w:lvl w:ilvl="0" w:tplc="CD108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738F0AFD"/>
    <w:multiLevelType w:val="hybridMultilevel"/>
    <w:tmpl w:val="92F2B82A"/>
    <w:lvl w:ilvl="0" w:tplc="C97C4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73AC70A9"/>
    <w:multiLevelType w:val="hybridMultilevel"/>
    <w:tmpl w:val="A5B6A508"/>
    <w:lvl w:ilvl="0" w:tplc="09B24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73AF4900"/>
    <w:multiLevelType w:val="hybridMultilevel"/>
    <w:tmpl w:val="9278733A"/>
    <w:lvl w:ilvl="0" w:tplc="152207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73B4114C"/>
    <w:multiLevelType w:val="hybridMultilevel"/>
    <w:tmpl w:val="9DB0D73E"/>
    <w:lvl w:ilvl="0" w:tplc="55A4DE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>
    <w:nsid w:val="73BF2FC4"/>
    <w:multiLevelType w:val="hybridMultilevel"/>
    <w:tmpl w:val="456EFA20"/>
    <w:lvl w:ilvl="0" w:tplc="DF4890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73C357CC"/>
    <w:multiLevelType w:val="hybridMultilevel"/>
    <w:tmpl w:val="0BB2FB3E"/>
    <w:lvl w:ilvl="0" w:tplc="FDCE84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>
    <w:nsid w:val="744664E8"/>
    <w:multiLevelType w:val="hybridMultilevel"/>
    <w:tmpl w:val="ED30D7B0"/>
    <w:lvl w:ilvl="0" w:tplc="08F01B5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748D155E"/>
    <w:multiLevelType w:val="multilevel"/>
    <w:tmpl w:val="DA94D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44">
    <w:nsid w:val="74CE42E5"/>
    <w:multiLevelType w:val="hybridMultilevel"/>
    <w:tmpl w:val="259C4380"/>
    <w:lvl w:ilvl="0" w:tplc="9822C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74D67C58"/>
    <w:multiLevelType w:val="hybridMultilevel"/>
    <w:tmpl w:val="341C90F0"/>
    <w:lvl w:ilvl="0" w:tplc="3E860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75231EF0"/>
    <w:multiLevelType w:val="hybridMultilevel"/>
    <w:tmpl w:val="4B963BCC"/>
    <w:lvl w:ilvl="0" w:tplc="0D8CF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759E12D5"/>
    <w:multiLevelType w:val="hybridMultilevel"/>
    <w:tmpl w:val="6EE23528"/>
    <w:lvl w:ilvl="0" w:tplc="4B6821CC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>
    <w:nsid w:val="75C276AE"/>
    <w:multiLevelType w:val="hybridMultilevel"/>
    <w:tmpl w:val="7D688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766C5A60"/>
    <w:multiLevelType w:val="hybridMultilevel"/>
    <w:tmpl w:val="A3AC8BC4"/>
    <w:lvl w:ilvl="0" w:tplc="5F56F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0">
    <w:nsid w:val="768D3E30"/>
    <w:multiLevelType w:val="hybridMultilevel"/>
    <w:tmpl w:val="CBBA4CCA"/>
    <w:lvl w:ilvl="0" w:tplc="20D4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76963005"/>
    <w:multiLevelType w:val="hybridMultilevel"/>
    <w:tmpl w:val="F8161052"/>
    <w:lvl w:ilvl="0" w:tplc="3AE0F5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77582F41"/>
    <w:multiLevelType w:val="hybridMultilevel"/>
    <w:tmpl w:val="2C38D21C"/>
    <w:lvl w:ilvl="0" w:tplc="7124004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>
    <w:nsid w:val="778206F5"/>
    <w:multiLevelType w:val="hybridMultilevel"/>
    <w:tmpl w:val="1C706240"/>
    <w:lvl w:ilvl="0" w:tplc="64FC9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779D26AC"/>
    <w:multiLevelType w:val="hybridMultilevel"/>
    <w:tmpl w:val="C05AD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6">
    <w:nsid w:val="786A45BA"/>
    <w:multiLevelType w:val="hybridMultilevel"/>
    <w:tmpl w:val="7D86E8A8"/>
    <w:lvl w:ilvl="0" w:tplc="F84E5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78761828"/>
    <w:multiLevelType w:val="hybridMultilevel"/>
    <w:tmpl w:val="E880F804"/>
    <w:lvl w:ilvl="0" w:tplc="0E7C1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78D54A77"/>
    <w:multiLevelType w:val="hybridMultilevel"/>
    <w:tmpl w:val="EB9A2EE0"/>
    <w:lvl w:ilvl="0" w:tplc="85244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78D7294D"/>
    <w:multiLevelType w:val="hybridMultilevel"/>
    <w:tmpl w:val="4CCEFBDE"/>
    <w:lvl w:ilvl="0" w:tplc="4582F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78E368E8"/>
    <w:multiLevelType w:val="hybridMultilevel"/>
    <w:tmpl w:val="B7C0D7D8"/>
    <w:lvl w:ilvl="0" w:tplc="D2C2F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793C326B"/>
    <w:multiLevelType w:val="hybridMultilevel"/>
    <w:tmpl w:val="DD64DAF2"/>
    <w:lvl w:ilvl="0" w:tplc="68B0A4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>
    <w:nsid w:val="79481FC5"/>
    <w:multiLevelType w:val="hybridMultilevel"/>
    <w:tmpl w:val="E6E8D532"/>
    <w:lvl w:ilvl="0" w:tplc="F6222A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>
    <w:nsid w:val="79643600"/>
    <w:multiLevelType w:val="hybridMultilevel"/>
    <w:tmpl w:val="ACB4105A"/>
    <w:lvl w:ilvl="0" w:tplc="C08E7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79921F90"/>
    <w:multiLevelType w:val="hybridMultilevel"/>
    <w:tmpl w:val="167878D0"/>
    <w:lvl w:ilvl="0" w:tplc="4A96A9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>
    <w:nsid w:val="79FF104F"/>
    <w:multiLevelType w:val="hybridMultilevel"/>
    <w:tmpl w:val="D5524F44"/>
    <w:lvl w:ilvl="0" w:tplc="18B41A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7A2C3639"/>
    <w:multiLevelType w:val="hybridMultilevel"/>
    <w:tmpl w:val="E73EC9BA"/>
    <w:lvl w:ilvl="0" w:tplc="CC020E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7A416CE8"/>
    <w:multiLevelType w:val="hybridMultilevel"/>
    <w:tmpl w:val="54C0E464"/>
    <w:lvl w:ilvl="0" w:tplc="6CA2F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>
    <w:nsid w:val="7A46179A"/>
    <w:multiLevelType w:val="multilevel"/>
    <w:tmpl w:val="61880F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70">
    <w:nsid w:val="7A957C5A"/>
    <w:multiLevelType w:val="hybridMultilevel"/>
    <w:tmpl w:val="AA82DD72"/>
    <w:lvl w:ilvl="0" w:tplc="A8123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7AD80470"/>
    <w:multiLevelType w:val="hybridMultilevel"/>
    <w:tmpl w:val="F3CEB030"/>
    <w:lvl w:ilvl="0" w:tplc="57F6F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7B425EC5"/>
    <w:multiLevelType w:val="hybridMultilevel"/>
    <w:tmpl w:val="E75A2CF8"/>
    <w:lvl w:ilvl="0" w:tplc="AF303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7B7206FA"/>
    <w:multiLevelType w:val="hybridMultilevel"/>
    <w:tmpl w:val="A2F8AD84"/>
    <w:lvl w:ilvl="0" w:tplc="F0A0C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>
    <w:nsid w:val="7B814E93"/>
    <w:multiLevelType w:val="hybridMultilevel"/>
    <w:tmpl w:val="483C7AF8"/>
    <w:name w:val="WW8Num1222"/>
    <w:lvl w:ilvl="0" w:tplc="60260F8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7B9D1B4B"/>
    <w:multiLevelType w:val="hybridMultilevel"/>
    <w:tmpl w:val="8DFA4BE0"/>
    <w:lvl w:ilvl="0" w:tplc="60F8651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7B9D1B70"/>
    <w:multiLevelType w:val="multilevel"/>
    <w:tmpl w:val="5C721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7">
    <w:nsid w:val="7BAE1EE3"/>
    <w:multiLevelType w:val="hybridMultilevel"/>
    <w:tmpl w:val="499C5416"/>
    <w:lvl w:ilvl="0" w:tplc="48706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7BB07092"/>
    <w:multiLevelType w:val="hybridMultilevel"/>
    <w:tmpl w:val="AF76CF72"/>
    <w:lvl w:ilvl="0" w:tplc="F522DECC">
      <w:start w:val="1"/>
      <w:numFmt w:val="upperLetter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7C175F97"/>
    <w:multiLevelType w:val="hybridMultilevel"/>
    <w:tmpl w:val="BCF0BB4C"/>
    <w:lvl w:ilvl="0" w:tplc="F2100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0">
    <w:nsid w:val="7C756AF2"/>
    <w:multiLevelType w:val="hybridMultilevel"/>
    <w:tmpl w:val="105E47A8"/>
    <w:lvl w:ilvl="0" w:tplc="5C68589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7CDF59E6"/>
    <w:multiLevelType w:val="hybridMultilevel"/>
    <w:tmpl w:val="413AB3B6"/>
    <w:lvl w:ilvl="0" w:tplc="53E00EF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>
    <w:nsid w:val="7CE40262"/>
    <w:multiLevelType w:val="hybridMultilevel"/>
    <w:tmpl w:val="35845D80"/>
    <w:lvl w:ilvl="0" w:tplc="C8423A4E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3">
    <w:nsid w:val="7D086E67"/>
    <w:multiLevelType w:val="hybridMultilevel"/>
    <w:tmpl w:val="6E08BF5E"/>
    <w:lvl w:ilvl="0" w:tplc="9BF6A1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7D660296"/>
    <w:multiLevelType w:val="hybridMultilevel"/>
    <w:tmpl w:val="B8925D74"/>
    <w:lvl w:ilvl="0" w:tplc="A31E3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>
    <w:nsid w:val="7D8361D3"/>
    <w:multiLevelType w:val="hybridMultilevel"/>
    <w:tmpl w:val="44DAC428"/>
    <w:lvl w:ilvl="0" w:tplc="16C2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7D840203"/>
    <w:multiLevelType w:val="hybridMultilevel"/>
    <w:tmpl w:val="A14E9728"/>
    <w:lvl w:ilvl="0" w:tplc="8042C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>
    <w:nsid w:val="7D8520AB"/>
    <w:multiLevelType w:val="hybridMultilevel"/>
    <w:tmpl w:val="DA98A828"/>
    <w:lvl w:ilvl="0" w:tplc="9176D90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7D9B0263"/>
    <w:multiLevelType w:val="hybridMultilevel"/>
    <w:tmpl w:val="5DC48CBE"/>
    <w:lvl w:ilvl="0" w:tplc="281C3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7DD8153B"/>
    <w:multiLevelType w:val="hybridMultilevel"/>
    <w:tmpl w:val="4AA03D94"/>
    <w:lvl w:ilvl="0" w:tplc="C5DC08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7DF20F98"/>
    <w:multiLevelType w:val="hybridMultilevel"/>
    <w:tmpl w:val="E8D49A3E"/>
    <w:lvl w:ilvl="0" w:tplc="C8423A4E">
      <w:start w:val="1"/>
      <w:numFmt w:val="decimal"/>
      <w:lvlText w:val="%1."/>
      <w:lvlJc w:val="left"/>
      <w:pPr>
        <w:ind w:left="1114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91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7EB246ED"/>
    <w:multiLevelType w:val="hybridMultilevel"/>
    <w:tmpl w:val="70FA8230"/>
    <w:lvl w:ilvl="0" w:tplc="073021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>
    <w:nsid w:val="7ECD4F0F"/>
    <w:multiLevelType w:val="hybridMultilevel"/>
    <w:tmpl w:val="939651E4"/>
    <w:lvl w:ilvl="0" w:tplc="9DD46D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5">
    <w:nsid w:val="7F000451"/>
    <w:multiLevelType w:val="hybridMultilevel"/>
    <w:tmpl w:val="83862C52"/>
    <w:lvl w:ilvl="0" w:tplc="34064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7F535EED"/>
    <w:multiLevelType w:val="hybridMultilevel"/>
    <w:tmpl w:val="042EADFC"/>
    <w:lvl w:ilvl="0" w:tplc="549EC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8"/>
  </w:num>
  <w:num w:numId="2">
    <w:abstractNumId w:val="456"/>
  </w:num>
  <w:num w:numId="3">
    <w:abstractNumId w:val="42"/>
  </w:num>
  <w:num w:numId="4">
    <w:abstractNumId w:val="139"/>
  </w:num>
  <w:num w:numId="5">
    <w:abstractNumId w:val="534"/>
  </w:num>
  <w:num w:numId="6">
    <w:abstractNumId w:val="341"/>
  </w:num>
  <w:num w:numId="7">
    <w:abstractNumId w:val="291"/>
  </w:num>
  <w:num w:numId="8">
    <w:abstractNumId w:val="521"/>
  </w:num>
  <w:num w:numId="9">
    <w:abstractNumId w:val="184"/>
  </w:num>
  <w:num w:numId="10">
    <w:abstractNumId w:val="455"/>
  </w:num>
  <w:num w:numId="11">
    <w:abstractNumId w:val="362"/>
  </w:num>
  <w:num w:numId="12">
    <w:abstractNumId w:val="26"/>
  </w:num>
  <w:num w:numId="13">
    <w:abstractNumId w:val="488"/>
  </w:num>
  <w:num w:numId="14">
    <w:abstractNumId w:val="466"/>
  </w:num>
  <w:num w:numId="15">
    <w:abstractNumId w:val="73"/>
  </w:num>
  <w:num w:numId="16">
    <w:abstractNumId w:val="554"/>
  </w:num>
  <w:num w:numId="17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7"/>
  </w:num>
  <w:num w:numId="19">
    <w:abstractNumId w:val="131"/>
  </w:num>
  <w:num w:numId="20">
    <w:abstractNumId w:val="269"/>
  </w:num>
  <w:num w:numId="21">
    <w:abstractNumId w:val="528"/>
  </w:num>
  <w:num w:numId="22">
    <w:abstractNumId w:val="116"/>
  </w:num>
  <w:num w:numId="23">
    <w:abstractNumId w:val="576"/>
  </w:num>
  <w:num w:numId="24">
    <w:abstractNumId w:val="259"/>
  </w:num>
  <w:num w:numId="25">
    <w:abstractNumId w:val="561"/>
  </w:num>
  <w:num w:numId="26">
    <w:abstractNumId w:val="473"/>
  </w:num>
  <w:num w:numId="27">
    <w:abstractNumId w:val="383"/>
  </w:num>
  <w:num w:numId="28">
    <w:abstractNumId w:val="171"/>
  </w:num>
  <w:num w:numId="29">
    <w:abstractNumId w:val="275"/>
  </w:num>
  <w:num w:numId="30">
    <w:abstractNumId w:val="70"/>
  </w:num>
  <w:num w:numId="31">
    <w:abstractNumId w:val="430"/>
  </w:num>
  <w:num w:numId="32">
    <w:abstractNumId w:val="231"/>
  </w:num>
  <w:num w:numId="33">
    <w:abstractNumId w:val="424"/>
  </w:num>
  <w:num w:numId="34">
    <w:abstractNumId w:val="514"/>
  </w:num>
  <w:num w:numId="35">
    <w:abstractNumId w:val="84"/>
  </w:num>
  <w:num w:numId="36">
    <w:abstractNumId w:val="45"/>
  </w:num>
  <w:num w:numId="37">
    <w:abstractNumId w:val="524"/>
  </w:num>
  <w:num w:numId="38">
    <w:abstractNumId w:val="404"/>
  </w:num>
  <w:num w:numId="39">
    <w:abstractNumId w:val="426"/>
  </w:num>
  <w:num w:numId="40">
    <w:abstractNumId w:val="79"/>
  </w:num>
  <w:num w:numId="41">
    <w:abstractNumId w:val="47"/>
  </w:num>
  <w:num w:numId="42">
    <w:abstractNumId w:val="592"/>
  </w:num>
  <w:num w:numId="43">
    <w:abstractNumId w:val="463"/>
  </w:num>
  <w:num w:numId="44">
    <w:abstractNumId w:val="172"/>
  </w:num>
  <w:num w:numId="45">
    <w:abstractNumId w:val="591"/>
  </w:num>
  <w:num w:numId="46">
    <w:abstractNumId w:val="445"/>
  </w:num>
  <w:num w:numId="47">
    <w:abstractNumId w:val="414"/>
  </w:num>
  <w:num w:numId="48">
    <w:abstractNumId w:val="185"/>
  </w:num>
  <w:num w:numId="49">
    <w:abstractNumId w:val="197"/>
  </w:num>
  <w:num w:numId="50">
    <w:abstractNumId w:val="569"/>
  </w:num>
  <w:num w:numId="51">
    <w:abstractNumId w:val="181"/>
  </w:num>
  <w:num w:numId="52">
    <w:abstractNumId w:val="250"/>
  </w:num>
  <w:num w:numId="53">
    <w:abstractNumId w:val="101"/>
  </w:num>
  <w:num w:numId="54">
    <w:abstractNumId w:val="248"/>
  </w:num>
  <w:num w:numId="55">
    <w:abstractNumId w:val="0"/>
  </w:num>
  <w:num w:numId="56">
    <w:abstractNumId w:val="1"/>
  </w:num>
  <w:num w:numId="57">
    <w:abstractNumId w:val="2"/>
  </w:num>
  <w:num w:numId="58">
    <w:abstractNumId w:val="3"/>
  </w:num>
  <w:num w:numId="59">
    <w:abstractNumId w:val="440"/>
  </w:num>
  <w:num w:numId="60">
    <w:abstractNumId w:val="186"/>
  </w:num>
  <w:num w:numId="61">
    <w:abstractNumId w:val="67"/>
  </w:num>
  <w:num w:numId="62">
    <w:abstractNumId w:val="372"/>
  </w:num>
  <w:num w:numId="63">
    <w:abstractNumId w:val="526"/>
  </w:num>
  <w:num w:numId="64">
    <w:abstractNumId w:val="111"/>
  </w:num>
  <w:num w:numId="65">
    <w:abstractNumId w:val="482"/>
  </w:num>
  <w:num w:numId="66">
    <w:abstractNumId w:val="435"/>
  </w:num>
  <w:num w:numId="67">
    <w:abstractNumId w:val="77"/>
  </w:num>
  <w:num w:numId="68">
    <w:abstractNumId w:val="400"/>
  </w:num>
  <w:num w:numId="69">
    <w:abstractNumId w:val="49"/>
  </w:num>
  <w:num w:numId="70">
    <w:abstractNumId w:val="313"/>
  </w:num>
  <w:num w:numId="71">
    <w:abstractNumId w:val="423"/>
  </w:num>
  <w:num w:numId="72">
    <w:abstractNumId w:val="169"/>
  </w:num>
  <w:num w:numId="73">
    <w:abstractNumId w:val="340"/>
  </w:num>
  <w:num w:numId="74">
    <w:abstractNumId w:val="44"/>
  </w:num>
  <w:num w:numId="75">
    <w:abstractNumId w:val="10"/>
  </w:num>
  <w:num w:numId="76">
    <w:abstractNumId w:val="295"/>
  </w:num>
  <w:num w:numId="77">
    <w:abstractNumId w:val="268"/>
  </w:num>
  <w:num w:numId="78">
    <w:abstractNumId w:val="301"/>
  </w:num>
  <w:num w:numId="79">
    <w:abstractNumId w:val="393"/>
  </w:num>
  <w:num w:numId="80">
    <w:abstractNumId w:val="213"/>
  </w:num>
  <w:num w:numId="81">
    <w:abstractNumId w:val="402"/>
  </w:num>
  <w:num w:numId="82">
    <w:abstractNumId w:val="582"/>
  </w:num>
  <w:num w:numId="83">
    <w:abstractNumId w:val="590"/>
  </w:num>
  <w:num w:numId="84">
    <w:abstractNumId w:val="106"/>
  </w:num>
  <w:num w:numId="85">
    <w:abstractNumId w:val="302"/>
  </w:num>
  <w:num w:numId="86">
    <w:abstractNumId w:val="62"/>
  </w:num>
  <w:num w:numId="87">
    <w:abstractNumId w:val="142"/>
  </w:num>
  <w:num w:numId="88">
    <w:abstractNumId w:val="370"/>
  </w:num>
  <w:num w:numId="89">
    <w:abstractNumId w:val="264"/>
  </w:num>
  <w:num w:numId="90">
    <w:abstractNumId w:val="265"/>
  </w:num>
  <w:num w:numId="91">
    <w:abstractNumId w:val="123"/>
  </w:num>
  <w:num w:numId="92">
    <w:abstractNumId w:val="515"/>
  </w:num>
  <w:num w:numId="93">
    <w:abstractNumId w:val="98"/>
  </w:num>
  <w:num w:numId="94">
    <w:abstractNumId w:val="394"/>
  </w:num>
  <w:num w:numId="95">
    <w:abstractNumId w:val="411"/>
  </w:num>
  <w:num w:numId="96">
    <w:abstractNumId w:val="289"/>
  </w:num>
  <w:num w:numId="97">
    <w:abstractNumId w:val="50"/>
  </w:num>
  <w:num w:numId="98">
    <w:abstractNumId w:val="242"/>
  </w:num>
  <w:num w:numId="99">
    <w:abstractNumId w:val="7"/>
  </w:num>
  <w:num w:numId="100">
    <w:abstractNumId w:val="85"/>
  </w:num>
  <w:num w:numId="101">
    <w:abstractNumId w:val="51"/>
  </w:num>
  <w:num w:numId="102">
    <w:abstractNumId w:val="53"/>
  </w:num>
  <w:num w:numId="103">
    <w:abstractNumId w:val="202"/>
  </w:num>
  <w:num w:numId="104">
    <w:abstractNumId w:val="548"/>
  </w:num>
  <w:num w:numId="105">
    <w:abstractNumId w:val="173"/>
  </w:num>
  <w:num w:numId="106">
    <w:abstractNumId w:val="179"/>
  </w:num>
  <w:num w:numId="107">
    <w:abstractNumId w:val="555"/>
  </w:num>
  <w:num w:numId="108">
    <w:abstractNumId w:val="281"/>
  </w:num>
  <w:num w:numId="109">
    <w:abstractNumId w:val="23"/>
  </w:num>
  <w:num w:numId="110">
    <w:abstractNumId w:val="166"/>
  </w:num>
  <w:num w:numId="111">
    <w:abstractNumId w:val="352"/>
  </w:num>
  <w:num w:numId="112">
    <w:abstractNumId w:val="478"/>
  </w:num>
  <w:num w:numId="113">
    <w:abstractNumId w:val="126"/>
  </w:num>
  <w:num w:numId="114">
    <w:abstractNumId w:val="501"/>
  </w:num>
  <w:num w:numId="115">
    <w:abstractNumId w:val="27"/>
  </w:num>
  <w:num w:numId="116">
    <w:abstractNumId w:val="99"/>
  </w:num>
  <w:num w:numId="117">
    <w:abstractNumId w:val="460"/>
  </w:num>
  <w:num w:numId="118">
    <w:abstractNumId w:val="246"/>
  </w:num>
  <w:num w:numId="119">
    <w:abstractNumId w:val="465"/>
  </w:num>
  <w:num w:numId="120">
    <w:abstractNumId w:val="461"/>
  </w:num>
  <w:num w:numId="121">
    <w:abstractNumId w:val="94"/>
  </w:num>
  <w:num w:numId="122">
    <w:abstractNumId w:val="236"/>
  </w:num>
  <w:num w:numId="123">
    <w:abstractNumId w:val="222"/>
  </w:num>
  <w:num w:numId="124">
    <w:abstractNumId w:val="467"/>
  </w:num>
  <w:num w:numId="125">
    <w:abstractNumId w:val="476"/>
  </w:num>
  <w:num w:numId="126">
    <w:abstractNumId w:val="382"/>
  </w:num>
  <w:num w:numId="127">
    <w:abstractNumId w:val="484"/>
  </w:num>
  <w:num w:numId="128">
    <w:abstractNumId w:val="552"/>
  </w:num>
  <w:num w:numId="129">
    <w:abstractNumId w:val="327"/>
  </w:num>
  <w:num w:numId="130">
    <w:abstractNumId w:val="24"/>
  </w:num>
  <w:num w:numId="131">
    <w:abstractNumId w:val="237"/>
  </w:num>
  <w:num w:numId="132">
    <w:abstractNumId w:val="444"/>
  </w:num>
  <w:num w:numId="133">
    <w:abstractNumId w:val="247"/>
  </w:num>
  <w:num w:numId="134">
    <w:abstractNumId w:val="470"/>
  </w:num>
  <w:num w:numId="135">
    <w:abstractNumId w:val="155"/>
  </w:num>
  <w:num w:numId="136">
    <w:abstractNumId w:val="366"/>
  </w:num>
  <w:num w:numId="137">
    <w:abstractNumId w:val="87"/>
  </w:num>
  <w:num w:numId="138">
    <w:abstractNumId w:val="43"/>
  </w:num>
  <w:num w:numId="139">
    <w:abstractNumId w:val="93"/>
  </w:num>
  <w:num w:numId="140">
    <w:abstractNumId w:val="564"/>
  </w:num>
  <w:num w:numId="141">
    <w:abstractNumId w:val="403"/>
  </w:num>
  <w:num w:numId="142">
    <w:abstractNumId w:val="307"/>
  </w:num>
  <w:num w:numId="143">
    <w:abstractNumId w:val="495"/>
  </w:num>
  <w:num w:numId="144">
    <w:abstractNumId w:val="71"/>
  </w:num>
  <w:num w:numId="145">
    <w:abstractNumId w:val="255"/>
  </w:num>
  <w:num w:numId="146">
    <w:abstractNumId w:val="30"/>
  </w:num>
  <w:num w:numId="147">
    <w:abstractNumId w:val="56"/>
  </w:num>
  <w:num w:numId="148">
    <w:abstractNumId w:val="395"/>
  </w:num>
  <w:num w:numId="149">
    <w:abstractNumId w:val="262"/>
  </w:num>
  <w:num w:numId="150">
    <w:abstractNumId w:val="413"/>
  </w:num>
  <w:num w:numId="151">
    <w:abstractNumId w:val="214"/>
  </w:num>
  <w:num w:numId="152">
    <w:abstractNumId w:val="596"/>
  </w:num>
  <w:num w:numId="153">
    <w:abstractNumId w:val="140"/>
  </w:num>
  <w:num w:numId="154">
    <w:abstractNumId w:val="530"/>
  </w:num>
  <w:num w:numId="155">
    <w:abstractNumId w:val="132"/>
  </w:num>
  <w:num w:numId="156">
    <w:abstractNumId w:val="512"/>
  </w:num>
  <w:num w:numId="157">
    <w:abstractNumId w:val="315"/>
  </w:num>
  <w:num w:numId="158">
    <w:abstractNumId w:val="15"/>
  </w:num>
  <w:num w:numId="159">
    <w:abstractNumId w:val="581"/>
  </w:num>
  <w:num w:numId="160">
    <w:abstractNumId w:val="339"/>
  </w:num>
  <w:num w:numId="161">
    <w:abstractNumId w:val="18"/>
  </w:num>
  <w:num w:numId="162">
    <w:abstractNumId w:val="522"/>
  </w:num>
  <w:num w:numId="163">
    <w:abstractNumId w:val="343"/>
  </w:num>
  <w:num w:numId="164">
    <w:abstractNumId w:val="290"/>
  </w:num>
  <w:num w:numId="165">
    <w:abstractNumId w:val="363"/>
  </w:num>
  <w:num w:numId="166">
    <w:abstractNumId w:val="540"/>
  </w:num>
  <w:num w:numId="167">
    <w:abstractNumId w:val="487"/>
  </w:num>
  <w:num w:numId="168">
    <w:abstractNumId w:val="311"/>
  </w:num>
  <w:num w:numId="169">
    <w:abstractNumId w:val="320"/>
  </w:num>
  <w:num w:numId="170">
    <w:abstractNumId w:val="267"/>
  </w:num>
  <w:num w:numId="171">
    <w:abstractNumId w:val="133"/>
  </w:num>
  <w:num w:numId="172">
    <w:abstractNumId w:val="271"/>
  </w:num>
  <w:num w:numId="173">
    <w:abstractNumId w:val="256"/>
  </w:num>
  <w:num w:numId="174">
    <w:abstractNumId w:val="224"/>
  </w:num>
  <w:num w:numId="175">
    <w:abstractNumId w:val="385"/>
  </w:num>
  <w:num w:numId="176">
    <w:abstractNumId w:val="252"/>
  </w:num>
  <w:num w:numId="177">
    <w:abstractNumId w:val="586"/>
  </w:num>
  <w:num w:numId="178">
    <w:abstractNumId w:val="378"/>
  </w:num>
  <w:num w:numId="179">
    <w:abstractNumId w:val="506"/>
  </w:num>
  <w:num w:numId="180">
    <w:abstractNumId w:val="86"/>
  </w:num>
  <w:num w:numId="181">
    <w:abstractNumId w:val="500"/>
  </w:num>
  <w:num w:numId="182">
    <w:abstractNumId w:val="6"/>
  </w:num>
  <w:num w:numId="183">
    <w:abstractNumId w:val="579"/>
  </w:num>
  <w:num w:numId="184">
    <w:abstractNumId w:val="125"/>
  </w:num>
  <w:num w:numId="185">
    <w:abstractNumId w:val="448"/>
  </w:num>
  <w:num w:numId="186">
    <w:abstractNumId w:val="61"/>
  </w:num>
  <w:num w:numId="187">
    <w:abstractNumId w:val="419"/>
  </w:num>
  <w:num w:numId="188">
    <w:abstractNumId w:val="429"/>
  </w:num>
  <w:num w:numId="189">
    <w:abstractNumId w:val="449"/>
  </w:num>
  <w:num w:numId="190">
    <w:abstractNumId w:val="367"/>
  </w:num>
  <w:num w:numId="191">
    <w:abstractNumId w:val="314"/>
  </w:num>
  <w:num w:numId="192">
    <w:abstractNumId w:val="13"/>
  </w:num>
  <w:num w:numId="193">
    <w:abstractNumId w:val="533"/>
  </w:num>
  <w:num w:numId="194">
    <w:abstractNumId w:val="143"/>
  </w:num>
  <w:num w:numId="195">
    <w:abstractNumId w:val="156"/>
  </w:num>
  <w:num w:numId="196">
    <w:abstractNumId w:val="409"/>
  </w:num>
  <w:num w:numId="197">
    <w:abstractNumId w:val="416"/>
  </w:num>
  <w:num w:numId="198">
    <w:abstractNumId w:val="226"/>
  </w:num>
  <w:num w:numId="199">
    <w:abstractNumId w:val="489"/>
  </w:num>
  <w:num w:numId="200">
    <w:abstractNumId w:val="82"/>
  </w:num>
  <w:num w:numId="201">
    <w:abstractNumId w:val="113"/>
  </w:num>
  <w:num w:numId="202">
    <w:abstractNumId w:val="556"/>
  </w:num>
  <w:num w:numId="203">
    <w:abstractNumId w:val="396"/>
  </w:num>
  <w:num w:numId="204">
    <w:abstractNumId w:val="565"/>
  </w:num>
  <w:num w:numId="205">
    <w:abstractNumId w:val="321"/>
  </w:num>
  <w:num w:numId="206">
    <w:abstractNumId w:val="21"/>
  </w:num>
  <w:num w:numId="207">
    <w:abstractNumId w:val="257"/>
  </w:num>
  <w:num w:numId="208">
    <w:abstractNumId w:val="536"/>
  </w:num>
  <w:num w:numId="209">
    <w:abstractNumId w:val="316"/>
  </w:num>
  <w:num w:numId="210">
    <w:abstractNumId w:val="151"/>
  </w:num>
  <w:num w:numId="211">
    <w:abstractNumId w:val="207"/>
  </w:num>
  <w:num w:numId="212">
    <w:abstractNumId w:val="469"/>
  </w:num>
  <w:num w:numId="213">
    <w:abstractNumId w:val="439"/>
  </w:num>
  <w:num w:numId="214">
    <w:abstractNumId w:val="12"/>
  </w:num>
  <w:num w:numId="215">
    <w:abstractNumId w:val="46"/>
  </w:num>
  <w:num w:numId="216">
    <w:abstractNumId w:val="437"/>
  </w:num>
  <w:num w:numId="217">
    <w:abstractNumId w:val="89"/>
  </w:num>
  <w:num w:numId="218">
    <w:abstractNumId w:val="88"/>
  </w:num>
  <w:num w:numId="219">
    <w:abstractNumId w:val="357"/>
  </w:num>
  <w:num w:numId="220">
    <w:abstractNumId w:val="196"/>
  </w:num>
  <w:num w:numId="221">
    <w:abstractNumId w:val="63"/>
  </w:num>
  <w:num w:numId="222">
    <w:abstractNumId w:val="401"/>
  </w:num>
  <w:num w:numId="223">
    <w:abstractNumId w:val="358"/>
  </w:num>
  <w:num w:numId="224">
    <w:abstractNumId w:val="162"/>
  </w:num>
  <w:num w:numId="225">
    <w:abstractNumId w:val="261"/>
  </w:num>
  <w:num w:numId="226">
    <w:abstractNumId w:val="447"/>
  </w:num>
  <w:num w:numId="227">
    <w:abstractNumId w:val="453"/>
  </w:num>
  <w:num w:numId="228">
    <w:abstractNumId w:val="485"/>
  </w:num>
  <w:num w:numId="229">
    <w:abstractNumId w:val="118"/>
  </w:num>
  <w:num w:numId="230">
    <w:abstractNumId w:val="294"/>
  </w:num>
  <w:num w:numId="231">
    <w:abstractNumId w:val="425"/>
  </w:num>
  <w:num w:numId="232">
    <w:abstractNumId w:val="229"/>
  </w:num>
  <w:num w:numId="233">
    <w:abstractNumId w:val="217"/>
  </w:num>
  <w:num w:numId="234">
    <w:abstractNumId w:val="243"/>
  </w:num>
  <w:num w:numId="235">
    <w:abstractNumId w:val="308"/>
  </w:num>
  <w:num w:numId="236">
    <w:abstractNumId w:val="570"/>
  </w:num>
  <w:num w:numId="237">
    <w:abstractNumId w:val="117"/>
  </w:num>
  <w:num w:numId="238">
    <w:abstractNumId w:val="19"/>
  </w:num>
  <w:num w:numId="239">
    <w:abstractNumId w:val="578"/>
  </w:num>
  <w:num w:numId="240">
    <w:abstractNumId w:val="170"/>
  </w:num>
  <w:num w:numId="241">
    <w:abstractNumId w:val="72"/>
  </w:num>
  <w:num w:numId="242">
    <w:abstractNumId w:val="91"/>
  </w:num>
  <w:num w:numId="243">
    <w:abstractNumId w:val="499"/>
  </w:num>
  <w:num w:numId="244">
    <w:abstractNumId w:val="81"/>
  </w:num>
  <w:num w:numId="245">
    <w:abstractNumId w:val="337"/>
  </w:num>
  <w:num w:numId="246">
    <w:abstractNumId w:val="567"/>
  </w:num>
  <w:num w:numId="247">
    <w:abstractNumId w:val="299"/>
  </w:num>
  <w:num w:numId="248">
    <w:abstractNumId w:val="335"/>
  </w:num>
  <w:num w:numId="249">
    <w:abstractNumId w:val="589"/>
  </w:num>
  <w:num w:numId="250">
    <w:abstractNumId w:val="284"/>
  </w:num>
  <w:num w:numId="251">
    <w:abstractNumId w:val="551"/>
  </w:num>
  <w:num w:numId="252">
    <w:abstractNumId w:val="141"/>
  </w:num>
  <w:num w:numId="253">
    <w:abstractNumId w:val="373"/>
  </w:num>
  <w:num w:numId="254">
    <w:abstractNumId w:val="391"/>
  </w:num>
  <w:num w:numId="255">
    <w:abstractNumId w:val="475"/>
  </w:num>
  <w:num w:numId="256">
    <w:abstractNumId w:val="80"/>
  </w:num>
  <w:num w:numId="257">
    <w:abstractNumId w:val="203"/>
  </w:num>
  <w:num w:numId="258">
    <w:abstractNumId w:val="110"/>
  </w:num>
  <w:num w:numId="259">
    <w:abstractNumId w:val="58"/>
  </w:num>
  <w:num w:numId="260">
    <w:abstractNumId w:val="546"/>
  </w:num>
  <w:num w:numId="261">
    <w:abstractNumId w:val="543"/>
  </w:num>
  <w:num w:numId="262">
    <w:abstractNumId w:val="59"/>
  </w:num>
  <w:num w:numId="263">
    <w:abstractNumId w:val="216"/>
  </w:num>
  <w:num w:numId="264">
    <w:abstractNumId w:val="535"/>
  </w:num>
  <w:num w:numId="265">
    <w:abstractNumId w:val="138"/>
  </w:num>
  <w:num w:numId="266">
    <w:abstractNumId w:val="41"/>
  </w:num>
  <w:num w:numId="267">
    <w:abstractNumId w:val="375"/>
  </w:num>
  <w:num w:numId="268">
    <w:abstractNumId w:val="520"/>
  </w:num>
  <w:num w:numId="269">
    <w:abstractNumId w:val="296"/>
  </w:num>
  <w:num w:numId="270">
    <w:abstractNumId w:val="34"/>
  </w:num>
  <w:num w:numId="271">
    <w:abstractNumId w:val="557"/>
  </w:num>
  <w:num w:numId="272">
    <w:abstractNumId w:val="330"/>
  </w:num>
  <w:num w:numId="273">
    <w:abstractNumId w:val="277"/>
  </w:num>
  <w:num w:numId="274">
    <w:abstractNumId w:val="303"/>
  </w:num>
  <w:num w:numId="275">
    <w:abstractNumId w:val="107"/>
  </w:num>
  <w:num w:numId="276">
    <w:abstractNumId w:val="97"/>
  </w:num>
  <w:num w:numId="277">
    <w:abstractNumId w:val="480"/>
  </w:num>
  <w:num w:numId="278">
    <w:abstractNumId w:val="580"/>
  </w:num>
  <w:num w:numId="279">
    <w:abstractNumId w:val="353"/>
  </w:num>
  <w:num w:numId="280">
    <w:abstractNumId w:val="331"/>
  </w:num>
  <w:num w:numId="281">
    <w:abstractNumId w:val="595"/>
  </w:num>
  <w:num w:numId="282">
    <w:abstractNumId w:val="293"/>
  </w:num>
  <w:num w:numId="283">
    <w:abstractNumId w:val="190"/>
  </w:num>
  <w:num w:numId="284">
    <w:abstractNumId w:val="558"/>
  </w:num>
  <w:num w:numId="285">
    <w:abstractNumId w:val="452"/>
  </w:num>
  <w:num w:numId="286">
    <w:abstractNumId w:val="379"/>
  </w:num>
  <w:num w:numId="287">
    <w:abstractNumId w:val="505"/>
  </w:num>
  <w:num w:numId="288">
    <w:abstractNumId w:val="326"/>
  </w:num>
  <w:num w:numId="289">
    <w:abstractNumId w:val="279"/>
  </w:num>
  <w:num w:numId="290">
    <w:abstractNumId w:val="199"/>
  </w:num>
  <w:num w:numId="291">
    <w:abstractNumId w:val="421"/>
  </w:num>
  <w:num w:numId="292">
    <w:abstractNumId w:val="446"/>
  </w:num>
  <w:num w:numId="293">
    <w:abstractNumId w:val="428"/>
  </w:num>
  <w:num w:numId="294">
    <w:abstractNumId w:val="410"/>
  </w:num>
  <w:num w:numId="295">
    <w:abstractNumId w:val="57"/>
  </w:num>
  <w:num w:numId="296">
    <w:abstractNumId w:val="563"/>
  </w:num>
  <w:num w:numId="297">
    <w:abstractNumId w:val="513"/>
  </w:num>
  <w:num w:numId="298">
    <w:abstractNumId w:val="25"/>
  </w:num>
  <w:num w:numId="299">
    <w:abstractNumId w:val="272"/>
  </w:num>
  <w:num w:numId="300">
    <w:abstractNumId w:val="322"/>
  </w:num>
  <w:num w:numId="301">
    <w:abstractNumId w:val="103"/>
  </w:num>
  <w:num w:numId="302">
    <w:abstractNumId w:val="575"/>
  </w:num>
  <w:num w:numId="303">
    <w:abstractNumId w:val="432"/>
  </w:num>
  <w:num w:numId="304">
    <w:abstractNumId w:val="115"/>
  </w:num>
  <w:num w:numId="305">
    <w:abstractNumId w:val="189"/>
  </w:num>
  <w:num w:numId="306">
    <w:abstractNumId w:val="312"/>
  </w:num>
  <w:num w:numId="307">
    <w:abstractNumId w:val="472"/>
  </w:num>
  <w:num w:numId="308">
    <w:abstractNumId w:val="384"/>
  </w:num>
  <w:num w:numId="309">
    <w:abstractNumId w:val="244"/>
  </w:num>
  <w:num w:numId="310">
    <w:abstractNumId w:val="109"/>
  </w:num>
  <w:num w:numId="311">
    <w:abstractNumId w:val="39"/>
  </w:num>
  <w:num w:numId="312">
    <w:abstractNumId w:val="398"/>
  </w:num>
  <w:num w:numId="313">
    <w:abstractNumId w:val="195"/>
  </w:num>
  <w:num w:numId="314">
    <w:abstractNumId w:val="177"/>
  </w:num>
  <w:num w:numId="315">
    <w:abstractNumId w:val="328"/>
  </w:num>
  <w:num w:numId="316">
    <w:abstractNumId w:val="317"/>
  </w:num>
  <w:num w:numId="317">
    <w:abstractNumId w:val="220"/>
  </w:num>
  <w:num w:numId="318">
    <w:abstractNumId w:val="306"/>
  </w:num>
  <w:num w:numId="319">
    <w:abstractNumId w:val="503"/>
  </w:num>
  <w:num w:numId="320">
    <w:abstractNumId w:val="527"/>
  </w:num>
  <w:num w:numId="321">
    <w:abstractNumId w:val="145"/>
  </w:num>
  <w:num w:numId="322">
    <w:abstractNumId w:val="16"/>
  </w:num>
  <w:num w:numId="323">
    <w:abstractNumId w:val="371"/>
  </w:num>
  <w:num w:numId="324">
    <w:abstractNumId w:val="502"/>
  </w:num>
  <w:num w:numId="325">
    <w:abstractNumId w:val="471"/>
  </w:num>
  <w:num w:numId="326">
    <w:abstractNumId w:val="405"/>
  </w:num>
  <w:num w:numId="327">
    <w:abstractNumId w:val="221"/>
  </w:num>
  <w:num w:numId="328">
    <w:abstractNumId w:val="38"/>
  </w:num>
  <w:num w:numId="329">
    <w:abstractNumId w:val="531"/>
  </w:num>
  <w:num w:numId="330">
    <w:abstractNumId w:val="227"/>
  </w:num>
  <w:num w:numId="331">
    <w:abstractNumId w:val="258"/>
  </w:num>
  <w:num w:numId="332">
    <w:abstractNumId w:val="233"/>
  </w:num>
  <w:num w:numId="333">
    <w:abstractNumId w:val="504"/>
  </w:num>
  <w:num w:numId="334">
    <w:abstractNumId w:val="510"/>
  </w:num>
  <w:num w:numId="335">
    <w:abstractNumId w:val="498"/>
  </w:num>
  <w:num w:numId="336">
    <w:abstractNumId w:val="164"/>
  </w:num>
  <w:num w:numId="337">
    <w:abstractNumId w:val="182"/>
  </w:num>
  <w:num w:numId="338">
    <w:abstractNumId w:val="441"/>
  </w:num>
  <w:num w:numId="339">
    <w:abstractNumId w:val="550"/>
  </w:num>
  <w:num w:numId="340">
    <w:abstractNumId w:val="348"/>
  </w:num>
  <w:num w:numId="341">
    <w:abstractNumId w:val="318"/>
  </w:num>
  <w:num w:numId="342">
    <w:abstractNumId w:val="517"/>
  </w:num>
  <w:num w:numId="343">
    <w:abstractNumId w:val="325"/>
  </w:num>
  <w:num w:numId="344">
    <w:abstractNumId w:val="273"/>
  </w:num>
  <w:num w:numId="345">
    <w:abstractNumId w:val="8"/>
  </w:num>
  <w:num w:numId="346">
    <w:abstractNumId w:val="66"/>
  </w:num>
  <w:num w:numId="347">
    <w:abstractNumId w:val="508"/>
  </w:num>
  <w:num w:numId="348">
    <w:abstractNumId w:val="134"/>
  </w:num>
  <w:num w:numId="349">
    <w:abstractNumId w:val="462"/>
  </w:num>
  <w:num w:numId="350">
    <w:abstractNumId w:val="52"/>
  </w:num>
  <w:num w:numId="351">
    <w:abstractNumId w:val="263"/>
  </w:num>
  <w:num w:numId="352">
    <w:abstractNumId w:val="114"/>
  </w:num>
  <w:num w:numId="353">
    <w:abstractNumId w:val="206"/>
  </w:num>
  <w:num w:numId="354">
    <w:abstractNumId w:val="406"/>
  </w:num>
  <w:num w:numId="355">
    <w:abstractNumId w:val="282"/>
  </w:num>
  <w:num w:numId="356">
    <w:abstractNumId w:val="260"/>
  </w:num>
  <w:num w:numId="357">
    <w:abstractNumId w:val="458"/>
  </w:num>
  <w:num w:numId="358">
    <w:abstractNumId w:val="135"/>
  </w:num>
  <w:num w:numId="359">
    <w:abstractNumId w:val="539"/>
  </w:num>
  <w:num w:numId="360">
    <w:abstractNumId w:val="124"/>
  </w:num>
  <w:num w:numId="361">
    <w:abstractNumId w:val="174"/>
  </w:num>
  <w:num w:numId="362">
    <w:abstractNumId w:val="323"/>
  </w:num>
  <w:num w:numId="363">
    <w:abstractNumId w:val="168"/>
  </w:num>
  <w:num w:numId="364">
    <w:abstractNumId w:val="78"/>
  </w:num>
  <w:num w:numId="365">
    <w:abstractNumId w:val="287"/>
  </w:num>
  <w:num w:numId="366">
    <w:abstractNumId w:val="83"/>
  </w:num>
  <w:num w:numId="367">
    <w:abstractNumId w:val="338"/>
  </w:num>
  <w:num w:numId="368">
    <w:abstractNumId w:val="17"/>
  </w:num>
  <w:num w:numId="369">
    <w:abstractNumId w:val="127"/>
  </w:num>
  <w:num w:numId="370">
    <w:abstractNumId w:val="346"/>
  </w:num>
  <w:num w:numId="371">
    <w:abstractNumId w:val="136"/>
  </w:num>
  <w:num w:numId="372">
    <w:abstractNumId w:val="547"/>
  </w:num>
  <w:num w:numId="373">
    <w:abstractNumId w:val="160"/>
  </w:num>
  <w:num w:numId="374">
    <w:abstractNumId w:val="529"/>
  </w:num>
  <w:num w:numId="375">
    <w:abstractNumId w:val="223"/>
  </w:num>
  <w:num w:numId="376">
    <w:abstractNumId w:val="215"/>
  </w:num>
  <w:num w:numId="377">
    <w:abstractNumId w:val="483"/>
  </w:num>
  <w:num w:numId="378">
    <w:abstractNumId w:val="481"/>
  </w:num>
  <w:num w:numId="379">
    <w:abstractNumId w:val="420"/>
  </w:num>
  <w:num w:numId="380">
    <w:abstractNumId w:val="350"/>
  </w:num>
  <w:num w:numId="381">
    <w:abstractNumId w:val="102"/>
  </w:num>
  <w:num w:numId="382">
    <w:abstractNumId w:val="212"/>
  </w:num>
  <w:num w:numId="383">
    <w:abstractNumId w:val="574"/>
  </w:num>
  <w:num w:numId="384">
    <w:abstractNumId w:val="276"/>
  </w:num>
  <w:num w:numId="385">
    <w:abstractNumId w:val="228"/>
  </w:num>
  <w:num w:numId="386">
    <w:abstractNumId w:val="585"/>
  </w:num>
  <w:num w:numId="387">
    <w:abstractNumId w:val="381"/>
  </w:num>
  <w:num w:numId="388">
    <w:abstractNumId w:val="201"/>
  </w:num>
  <w:num w:numId="389">
    <w:abstractNumId w:val="292"/>
  </w:num>
  <w:num w:numId="390">
    <w:abstractNumId w:val="324"/>
  </w:num>
  <w:num w:numId="391">
    <w:abstractNumId w:val="587"/>
  </w:num>
  <w:num w:numId="392">
    <w:abstractNumId w:val="230"/>
  </w:num>
  <w:num w:numId="393">
    <w:abstractNumId w:val="31"/>
  </w:num>
  <w:num w:numId="394">
    <w:abstractNumId w:val="518"/>
  </w:num>
  <w:num w:numId="395">
    <w:abstractNumId w:val="457"/>
  </w:num>
  <w:num w:numId="396">
    <w:abstractNumId w:val="507"/>
  </w:num>
  <w:num w:numId="397">
    <w:abstractNumId w:val="297"/>
  </w:num>
  <w:num w:numId="398">
    <w:abstractNumId w:val="175"/>
  </w:num>
  <w:num w:numId="399">
    <w:abstractNumId w:val="553"/>
  </w:num>
  <w:num w:numId="400">
    <w:abstractNumId w:val="105"/>
  </w:num>
  <w:num w:numId="401">
    <w:abstractNumId w:val="494"/>
  </w:num>
  <w:num w:numId="402">
    <w:abstractNumId w:val="64"/>
  </w:num>
  <w:num w:numId="403">
    <w:abstractNumId w:val="389"/>
  </w:num>
  <w:num w:numId="404">
    <w:abstractNumId w:val="286"/>
  </w:num>
  <w:num w:numId="405">
    <w:abstractNumId w:val="354"/>
  </w:num>
  <w:num w:numId="406">
    <w:abstractNumId w:val="418"/>
  </w:num>
  <w:num w:numId="407">
    <w:abstractNumId w:val="344"/>
  </w:num>
  <w:num w:numId="408">
    <w:abstractNumId w:val="310"/>
  </w:num>
  <w:num w:numId="409">
    <w:abstractNumId w:val="14"/>
  </w:num>
  <w:num w:numId="410">
    <w:abstractNumId w:val="525"/>
  </w:num>
  <w:num w:numId="411">
    <w:abstractNumId w:val="153"/>
  </w:num>
  <w:num w:numId="412">
    <w:abstractNumId w:val="121"/>
  </w:num>
  <w:num w:numId="413">
    <w:abstractNumId w:val="152"/>
  </w:num>
  <w:num w:numId="414">
    <w:abstractNumId w:val="386"/>
  </w:num>
  <w:num w:numId="415">
    <w:abstractNumId w:val="238"/>
  </w:num>
  <w:num w:numId="416">
    <w:abstractNumId w:val="285"/>
  </w:num>
  <w:num w:numId="417">
    <w:abstractNumId w:val="96"/>
  </w:num>
  <w:num w:numId="418">
    <w:abstractNumId w:val="176"/>
  </w:num>
  <w:num w:numId="419">
    <w:abstractNumId w:val="356"/>
  </w:num>
  <w:num w:numId="420">
    <w:abstractNumId w:val="163"/>
  </w:num>
  <w:num w:numId="421">
    <w:abstractNumId w:val="5"/>
  </w:num>
  <w:num w:numId="422">
    <w:abstractNumId w:val="211"/>
  </w:num>
  <w:num w:numId="423">
    <w:abstractNumId w:val="198"/>
  </w:num>
  <w:num w:numId="424">
    <w:abstractNumId w:val="542"/>
  </w:num>
  <w:num w:numId="425">
    <w:abstractNumId w:val="29"/>
  </w:num>
  <w:num w:numId="426">
    <w:abstractNumId w:val="55"/>
  </w:num>
  <w:num w:numId="427">
    <w:abstractNumId w:val="474"/>
  </w:num>
  <w:num w:numId="428">
    <w:abstractNumId w:val="407"/>
  </w:num>
  <w:num w:numId="429">
    <w:abstractNumId w:val="157"/>
  </w:num>
  <w:num w:numId="430">
    <w:abstractNumId w:val="249"/>
  </w:num>
  <w:num w:numId="431">
    <w:abstractNumId w:val="178"/>
  </w:num>
  <w:num w:numId="432">
    <w:abstractNumId w:val="187"/>
  </w:num>
  <w:num w:numId="433">
    <w:abstractNumId w:val="180"/>
  </w:num>
  <w:num w:numId="434">
    <w:abstractNumId w:val="399"/>
  </w:num>
  <w:num w:numId="435">
    <w:abstractNumId w:val="397"/>
  </w:num>
  <w:num w:numId="436">
    <w:abstractNumId w:val="193"/>
  </w:num>
  <w:num w:numId="437">
    <w:abstractNumId w:val="69"/>
  </w:num>
  <w:num w:numId="438">
    <w:abstractNumId w:val="205"/>
  </w:num>
  <w:num w:numId="439">
    <w:abstractNumId w:val="208"/>
  </w:num>
  <w:num w:numId="440">
    <w:abstractNumId w:val="35"/>
  </w:num>
  <w:num w:numId="441">
    <w:abstractNumId w:val="146"/>
  </w:num>
  <w:num w:numId="442">
    <w:abstractNumId w:val="544"/>
  </w:num>
  <w:num w:numId="443">
    <w:abstractNumId w:val="32"/>
  </w:num>
  <w:num w:numId="444">
    <w:abstractNumId w:val="545"/>
  </w:num>
  <w:num w:numId="445">
    <w:abstractNumId w:val="239"/>
  </w:num>
  <w:num w:numId="446">
    <w:abstractNumId w:val="336"/>
  </w:num>
  <w:num w:numId="447">
    <w:abstractNumId w:val="108"/>
  </w:num>
  <w:num w:numId="448">
    <w:abstractNumId w:val="537"/>
  </w:num>
  <w:num w:numId="449">
    <w:abstractNumId w:val="342"/>
  </w:num>
  <w:num w:numId="450">
    <w:abstractNumId w:val="76"/>
  </w:num>
  <w:num w:numId="451">
    <w:abstractNumId w:val="549"/>
  </w:num>
  <w:num w:numId="452">
    <w:abstractNumId w:val="119"/>
  </w:num>
  <w:num w:numId="453">
    <w:abstractNumId w:val="572"/>
  </w:num>
  <w:num w:numId="454">
    <w:abstractNumId w:val="167"/>
  </w:num>
  <w:num w:numId="455">
    <w:abstractNumId w:val="332"/>
  </w:num>
  <w:num w:numId="456">
    <w:abstractNumId w:val="434"/>
  </w:num>
  <w:num w:numId="457">
    <w:abstractNumId w:val="225"/>
  </w:num>
  <w:num w:numId="458">
    <w:abstractNumId w:val="433"/>
  </w:num>
  <w:num w:numId="459">
    <w:abstractNumId w:val="560"/>
  </w:num>
  <w:num w:numId="460">
    <w:abstractNumId w:val="351"/>
  </w:num>
  <w:num w:numId="461">
    <w:abstractNumId w:val="509"/>
  </w:num>
  <w:num w:numId="462">
    <w:abstractNumId w:val="438"/>
  </w:num>
  <w:num w:numId="463">
    <w:abstractNumId w:val="232"/>
  </w:num>
  <w:num w:numId="464">
    <w:abstractNumId w:val="415"/>
  </w:num>
  <w:num w:numId="465">
    <w:abstractNumId w:val="333"/>
  </w:num>
  <w:num w:numId="466">
    <w:abstractNumId w:val="584"/>
  </w:num>
  <w:num w:numId="467">
    <w:abstractNumId w:val="593"/>
  </w:num>
  <w:num w:numId="468">
    <w:abstractNumId w:val="9"/>
  </w:num>
  <w:num w:numId="469">
    <w:abstractNumId w:val="479"/>
  </w:num>
  <w:num w:numId="470">
    <w:abstractNumId w:val="443"/>
  </w:num>
  <w:num w:numId="471">
    <w:abstractNumId w:val="75"/>
  </w:num>
  <w:num w:numId="472">
    <w:abstractNumId w:val="245"/>
  </w:num>
  <w:num w:numId="473">
    <w:abstractNumId w:val="511"/>
  </w:num>
  <w:num w:numId="474">
    <w:abstractNumId w:val="149"/>
  </w:num>
  <w:num w:numId="475">
    <w:abstractNumId w:val="104"/>
  </w:num>
  <w:num w:numId="476">
    <w:abstractNumId w:val="209"/>
  </w:num>
  <w:num w:numId="477">
    <w:abstractNumId w:val="349"/>
  </w:num>
  <w:num w:numId="478">
    <w:abstractNumId w:val="36"/>
  </w:num>
  <w:num w:numId="479">
    <w:abstractNumId w:val="412"/>
  </w:num>
  <w:num w:numId="480">
    <w:abstractNumId w:val="388"/>
  </w:num>
  <w:num w:numId="481">
    <w:abstractNumId w:val="74"/>
  </w:num>
  <w:num w:numId="482">
    <w:abstractNumId w:val="280"/>
  </w:num>
  <w:num w:numId="483">
    <w:abstractNumId w:val="90"/>
  </w:num>
  <w:num w:numId="484">
    <w:abstractNumId w:val="60"/>
  </w:num>
  <w:num w:numId="485">
    <w:abstractNumId w:val="364"/>
  </w:num>
  <w:num w:numId="486">
    <w:abstractNumId w:val="159"/>
  </w:num>
  <w:num w:numId="487">
    <w:abstractNumId w:val="305"/>
  </w:num>
  <w:num w:numId="488">
    <w:abstractNumId w:val="427"/>
  </w:num>
  <w:num w:numId="489">
    <w:abstractNumId w:val="240"/>
  </w:num>
  <w:num w:numId="490">
    <w:abstractNumId w:val="377"/>
  </w:num>
  <w:num w:numId="491">
    <w:abstractNumId w:val="191"/>
  </w:num>
  <w:num w:numId="492">
    <w:abstractNumId w:val="48"/>
  </w:num>
  <w:num w:numId="493">
    <w:abstractNumId w:val="365"/>
  </w:num>
  <w:num w:numId="494">
    <w:abstractNumId w:val="100"/>
  </w:num>
  <w:num w:numId="495">
    <w:abstractNumId w:val="194"/>
  </w:num>
  <w:num w:numId="496">
    <w:abstractNumId w:val="464"/>
  </w:num>
  <w:num w:numId="497">
    <w:abstractNumId w:val="254"/>
  </w:num>
  <w:num w:numId="498">
    <w:abstractNumId w:val="11"/>
  </w:num>
  <w:num w:numId="499">
    <w:abstractNumId w:val="54"/>
  </w:num>
  <w:num w:numId="500">
    <w:abstractNumId w:val="288"/>
  </w:num>
  <w:num w:numId="501">
    <w:abstractNumId w:val="571"/>
  </w:num>
  <w:num w:numId="502">
    <w:abstractNumId w:val="486"/>
  </w:num>
  <w:num w:numId="503">
    <w:abstractNumId w:val="122"/>
  </w:num>
  <w:num w:numId="504">
    <w:abstractNumId w:val="4"/>
  </w:num>
  <w:num w:numId="505">
    <w:abstractNumId w:val="200"/>
  </w:num>
  <w:num w:numId="506">
    <w:abstractNumId w:val="459"/>
  </w:num>
  <w:num w:numId="507">
    <w:abstractNumId w:val="583"/>
  </w:num>
  <w:num w:numId="508">
    <w:abstractNumId w:val="454"/>
  </w:num>
  <w:num w:numId="509">
    <w:abstractNumId w:val="137"/>
  </w:num>
  <w:num w:numId="510">
    <w:abstractNumId w:val="577"/>
  </w:num>
  <w:num w:numId="511">
    <w:abstractNumId w:val="417"/>
  </w:num>
  <w:num w:numId="512">
    <w:abstractNumId w:val="95"/>
  </w:num>
  <w:num w:numId="513">
    <w:abstractNumId w:val="408"/>
  </w:num>
  <w:num w:numId="514">
    <w:abstractNumId w:val="283"/>
  </w:num>
  <w:num w:numId="515">
    <w:abstractNumId w:val="490"/>
  </w:num>
  <w:num w:numId="516">
    <w:abstractNumId w:val="355"/>
  </w:num>
  <w:num w:numId="517">
    <w:abstractNumId w:val="380"/>
  </w:num>
  <w:num w:numId="518">
    <w:abstractNumId w:val="374"/>
  </w:num>
  <w:num w:numId="519">
    <w:abstractNumId w:val="192"/>
  </w:num>
  <w:num w:numId="520">
    <w:abstractNumId w:val="347"/>
  </w:num>
  <w:num w:numId="521">
    <w:abstractNumId w:val="147"/>
  </w:num>
  <w:num w:numId="522">
    <w:abstractNumId w:val="392"/>
  </w:num>
  <w:num w:numId="523">
    <w:abstractNumId w:val="28"/>
  </w:num>
  <w:num w:numId="524">
    <w:abstractNumId w:val="359"/>
  </w:num>
  <w:num w:numId="525">
    <w:abstractNumId w:val="154"/>
  </w:num>
  <w:num w:numId="526">
    <w:abstractNumId w:val="491"/>
  </w:num>
  <w:num w:numId="527">
    <w:abstractNumId w:val="519"/>
  </w:num>
  <w:num w:numId="528">
    <w:abstractNumId w:val="130"/>
  </w:num>
  <w:num w:numId="529">
    <w:abstractNumId w:val="588"/>
  </w:num>
  <w:num w:numId="530">
    <w:abstractNumId w:val="65"/>
  </w:num>
  <w:num w:numId="531">
    <w:abstractNumId w:val="188"/>
  </w:num>
  <w:num w:numId="532">
    <w:abstractNumId w:val="345"/>
  </w:num>
  <w:num w:numId="533">
    <w:abstractNumId w:val="450"/>
  </w:num>
  <w:num w:numId="534">
    <w:abstractNumId w:val="298"/>
  </w:num>
  <w:num w:numId="535">
    <w:abstractNumId w:val="68"/>
  </w:num>
  <w:num w:numId="536">
    <w:abstractNumId w:val="144"/>
  </w:num>
  <w:num w:numId="537">
    <w:abstractNumId w:val="390"/>
  </w:num>
  <w:num w:numId="538">
    <w:abstractNumId w:val="150"/>
  </w:num>
  <w:num w:numId="539">
    <w:abstractNumId w:val="376"/>
  </w:num>
  <w:num w:numId="540">
    <w:abstractNumId w:val="300"/>
  </w:num>
  <w:num w:numId="541">
    <w:abstractNumId w:val="266"/>
  </w:num>
  <w:num w:numId="542">
    <w:abstractNumId w:val="436"/>
  </w:num>
  <w:num w:numId="543">
    <w:abstractNumId w:val="566"/>
  </w:num>
  <w:num w:numId="544">
    <w:abstractNumId w:val="278"/>
  </w:num>
  <w:num w:numId="545">
    <w:abstractNumId w:val="253"/>
  </w:num>
  <w:num w:numId="546">
    <w:abstractNumId w:val="493"/>
  </w:num>
  <w:num w:numId="547">
    <w:abstractNumId w:val="497"/>
  </w:num>
  <w:num w:numId="548">
    <w:abstractNumId w:val="594"/>
  </w:num>
  <w:num w:numId="549">
    <w:abstractNumId w:val="40"/>
  </w:num>
  <w:num w:numId="550">
    <w:abstractNumId w:val="368"/>
  </w:num>
  <w:num w:numId="551">
    <w:abstractNumId w:val="274"/>
  </w:num>
  <w:num w:numId="552">
    <w:abstractNumId w:val="219"/>
  </w:num>
  <w:num w:numId="553">
    <w:abstractNumId w:val="158"/>
  </w:num>
  <w:num w:numId="554">
    <w:abstractNumId w:val="451"/>
  </w:num>
  <w:num w:numId="555">
    <w:abstractNumId w:val="235"/>
  </w:num>
  <w:num w:numId="556">
    <w:abstractNumId w:val="165"/>
  </w:num>
  <w:num w:numId="557">
    <w:abstractNumId w:val="496"/>
  </w:num>
  <w:num w:numId="558">
    <w:abstractNumId w:val="210"/>
  </w:num>
  <w:num w:numId="559">
    <w:abstractNumId w:val="218"/>
  </w:num>
  <w:num w:numId="560">
    <w:abstractNumId w:val="20"/>
  </w:num>
  <w:num w:numId="561">
    <w:abstractNumId w:val="573"/>
  </w:num>
  <w:num w:numId="562">
    <w:abstractNumId w:val="334"/>
  </w:num>
  <w:num w:numId="563">
    <w:abstractNumId w:val="183"/>
  </w:num>
  <w:num w:numId="564">
    <w:abstractNumId w:val="128"/>
  </w:num>
  <w:num w:numId="565">
    <w:abstractNumId w:val="532"/>
  </w:num>
  <w:num w:numId="566">
    <w:abstractNumId w:val="559"/>
  </w:num>
  <w:num w:numId="567">
    <w:abstractNumId w:val="562"/>
  </w:num>
  <w:num w:numId="568">
    <w:abstractNumId w:val="234"/>
  </w:num>
  <w:num w:numId="569">
    <w:abstractNumId w:val="22"/>
  </w:num>
  <w:num w:numId="570">
    <w:abstractNumId w:val="468"/>
  </w:num>
  <w:num w:numId="571">
    <w:abstractNumId w:val="431"/>
  </w:num>
  <w:num w:numId="572">
    <w:abstractNumId w:val="112"/>
  </w:num>
  <w:num w:numId="573">
    <w:abstractNumId w:val="523"/>
  </w:num>
  <w:num w:numId="574">
    <w:abstractNumId w:val="241"/>
  </w:num>
  <w:num w:numId="575">
    <w:abstractNumId w:val="387"/>
  </w:num>
  <w:num w:numId="576">
    <w:abstractNumId w:val="329"/>
  </w:num>
  <w:num w:numId="577">
    <w:abstractNumId w:val="442"/>
  </w:num>
  <w:num w:numId="578">
    <w:abstractNumId w:val="538"/>
  </w:num>
  <w:num w:numId="579">
    <w:abstractNumId w:val="369"/>
  </w:num>
  <w:num w:numId="580">
    <w:abstractNumId w:val="120"/>
  </w:num>
  <w:num w:numId="581">
    <w:abstractNumId w:val="204"/>
  </w:num>
  <w:num w:numId="582">
    <w:abstractNumId w:val="492"/>
  </w:num>
  <w:num w:numId="583">
    <w:abstractNumId w:val="161"/>
  </w:num>
  <w:num w:numId="584">
    <w:abstractNumId w:val="129"/>
  </w:num>
  <w:num w:numId="585">
    <w:abstractNumId w:val="319"/>
  </w:num>
  <w:num w:numId="586">
    <w:abstractNumId w:val="92"/>
  </w:num>
  <w:num w:numId="587">
    <w:abstractNumId w:val="422"/>
  </w:num>
  <w:num w:numId="588">
    <w:abstractNumId w:val="33"/>
  </w:num>
  <w:num w:numId="589">
    <w:abstractNumId w:val="516"/>
  </w:num>
  <w:num w:numId="590">
    <w:abstractNumId w:val="360"/>
  </w:num>
  <w:num w:numId="591">
    <w:abstractNumId w:val="361"/>
  </w:num>
  <w:num w:numId="592">
    <w:abstractNumId w:val="251"/>
  </w:num>
  <w:num w:numId="593">
    <w:abstractNumId w:val="309"/>
  </w:num>
  <w:num w:numId="594">
    <w:abstractNumId w:val="568"/>
  </w:num>
  <w:num w:numId="595">
    <w:abstractNumId w:val="541"/>
  </w:num>
  <w:num w:numId="596">
    <w:abstractNumId w:val="37"/>
  </w:num>
  <w:num w:numId="597">
    <w:abstractNumId w:val="304"/>
  </w:num>
  <w:num w:numId="598">
    <w:abstractNumId w:val="270"/>
  </w:num>
  <w:numIdMacAtCleanup w:val="5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/>
  <w:attachedTemplate r:id="rId1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09F"/>
    <w:rsid w:val="00002B50"/>
    <w:rsid w:val="000048FD"/>
    <w:rsid w:val="00006BF7"/>
    <w:rsid w:val="000075AC"/>
    <w:rsid w:val="000077B4"/>
    <w:rsid w:val="00013CB1"/>
    <w:rsid w:val="00015B8F"/>
    <w:rsid w:val="00016F72"/>
    <w:rsid w:val="00022ECE"/>
    <w:rsid w:val="000302A3"/>
    <w:rsid w:val="00042A51"/>
    <w:rsid w:val="00042D2E"/>
    <w:rsid w:val="00043BD6"/>
    <w:rsid w:val="00044C82"/>
    <w:rsid w:val="000537D0"/>
    <w:rsid w:val="00053F55"/>
    <w:rsid w:val="000654B4"/>
    <w:rsid w:val="000704B4"/>
    <w:rsid w:val="00070ED6"/>
    <w:rsid w:val="000710A8"/>
    <w:rsid w:val="00072394"/>
    <w:rsid w:val="00072E84"/>
    <w:rsid w:val="0007343A"/>
    <w:rsid w:val="000742DC"/>
    <w:rsid w:val="000768A9"/>
    <w:rsid w:val="00081DA6"/>
    <w:rsid w:val="00084C12"/>
    <w:rsid w:val="00085A23"/>
    <w:rsid w:val="0009462C"/>
    <w:rsid w:val="00094B12"/>
    <w:rsid w:val="0009504B"/>
    <w:rsid w:val="00096058"/>
    <w:rsid w:val="00096C46"/>
    <w:rsid w:val="0009768B"/>
    <w:rsid w:val="000A296F"/>
    <w:rsid w:val="000A2A28"/>
    <w:rsid w:val="000B192D"/>
    <w:rsid w:val="000B28EE"/>
    <w:rsid w:val="000B3E37"/>
    <w:rsid w:val="000D04B0"/>
    <w:rsid w:val="000D25F0"/>
    <w:rsid w:val="000F1C57"/>
    <w:rsid w:val="000F4AA7"/>
    <w:rsid w:val="000F5615"/>
    <w:rsid w:val="000F6CA0"/>
    <w:rsid w:val="00100D5F"/>
    <w:rsid w:val="00104E88"/>
    <w:rsid w:val="00112794"/>
    <w:rsid w:val="0012560E"/>
    <w:rsid w:val="00127108"/>
    <w:rsid w:val="00131C5D"/>
    <w:rsid w:val="00134B13"/>
    <w:rsid w:val="00146BC0"/>
    <w:rsid w:val="00153C41"/>
    <w:rsid w:val="00154381"/>
    <w:rsid w:val="001549E3"/>
    <w:rsid w:val="0016455D"/>
    <w:rsid w:val="00164F6E"/>
    <w:rsid w:val="00164FA7"/>
    <w:rsid w:val="00166A03"/>
    <w:rsid w:val="001737CF"/>
    <w:rsid w:val="001744D3"/>
    <w:rsid w:val="00176083"/>
    <w:rsid w:val="0018033C"/>
    <w:rsid w:val="00192F37"/>
    <w:rsid w:val="001A0712"/>
    <w:rsid w:val="001A3AEB"/>
    <w:rsid w:val="001A70D2"/>
    <w:rsid w:val="001C060B"/>
    <w:rsid w:val="001C3373"/>
    <w:rsid w:val="001D2387"/>
    <w:rsid w:val="001D452A"/>
    <w:rsid w:val="001D657B"/>
    <w:rsid w:val="001D76B1"/>
    <w:rsid w:val="001D7B54"/>
    <w:rsid w:val="001E0209"/>
    <w:rsid w:val="001E049D"/>
    <w:rsid w:val="001E0C12"/>
    <w:rsid w:val="001F2CA2"/>
    <w:rsid w:val="001F2D9F"/>
    <w:rsid w:val="001F5FC3"/>
    <w:rsid w:val="0020213E"/>
    <w:rsid w:val="00207A34"/>
    <w:rsid w:val="0021389B"/>
    <w:rsid w:val="002144C0"/>
    <w:rsid w:val="002224E1"/>
    <w:rsid w:val="0022477D"/>
    <w:rsid w:val="002336F9"/>
    <w:rsid w:val="00237956"/>
    <w:rsid w:val="0024028F"/>
    <w:rsid w:val="00244ABC"/>
    <w:rsid w:val="00250860"/>
    <w:rsid w:val="002539B4"/>
    <w:rsid w:val="00257ED3"/>
    <w:rsid w:val="00260408"/>
    <w:rsid w:val="002623F7"/>
    <w:rsid w:val="00267FB7"/>
    <w:rsid w:val="0027652E"/>
    <w:rsid w:val="00281FF2"/>
    <w:rsid w:val="002857DE"/>
    <w:rsid w:val="00291567"/>
    <w:rsid w:val="002929D0"/>
    <w:rsid w:val="002A2389"/>
    <w:rsid w:val="002A671D"/>
    <w:rsid w:val="002A6906"/>
    <w:rsid w:val="002B23B2"/>
    <w:rsid w:val="002B4D55"/>
    <w:rsid w:val="002B5EA0"/>
    <w:rsid w:val="002B6119"/>
    <w:rsid w:val="002C1F06"/>
    <w:rsid w:val="002D73D4"/>
    <w:rsid w:val="002E0B12"/>
    <w:rsid w:val="002F02A3"/>
    <w:rsid w:val="002F0F19"/>
    <w:rsid w:val="002F4ABE"/>
    <w:rsid w:val="002F6500"/>
    <w:rsid w:val="00300EAC"/>
    <w:rsid w:val="003018BA"/>
    <w:rsid w:val="003029D3"/>
    <w:rsid w:val="00304358"/>
    <w:rsid w:val="00305C92"/>
    <w:rsid w:val="00314C3C"/>
    <w:rsid w:val="003151C5"/>
    <w:rsid w:val="0033095B"/>
    <w:rsid w:val="003343CF"/>
    <w:rsid w:val="00337587"/>
    <w:rsid w:val="003418C5"/>
    <w:rsid w:val="00345F1C"/>
    <w:rsid w:val="00346396"/>
    <w:rsid w:val="00346FE9"/>
    <w:rsid w:val="0034759A"/>
    <w:rsid w:val="003503F6"/>
    <w:rsid w:val="003530DD"/>
    <w:rsid w:val="0035470D"/>
    <w:rsid w:val="00355C3C"/>
    <w:rsid w:val="00363F78"/>
    <w:rsid w:val="00364631"/>
    <w:rsid w:val="003721BE"/>
    <w:rsid w:val="00375DA3"/>
    <w:rsid w:val="00376AC2"/>
    <w:rsid w:val="00385DEE"/>
    <w:rsid w:val="003911E5"/>
    <w:rsid w:val="003A0234"/>
    <w:rsid w:val="003A0A5B"/>
    <w:rsid w:val="003A1176"/>
    <w:rsid w:val="003A6276"/>
    <w:rsid w:val="003C0BAE"/>
    <w:rsid w:val="003C4F7F"/>
    <w:rsid w:val="003C7A0E"/>
    <w:rsid w:val="003C7B77"/>
    <w:rsid w:val="003D18A9"/>
    <w:rsid w:val="003D6CE2"/>
    <w:rsid w:val="003E1941"/>
    <w:rsid w:val="003E2C49"/>
    <w:rsid w:val="003E2FE6"/>
    <w:rsid w:val="003E49D5"/>
    <w:rsid w:val="003E5F3A"/>
    <w:rsid w:val="003F38C0"/>
    <w:rsid w:val="00401921"/>
    <w:rsid w:val="00414E3C"/>
    <w:rsid w:val="00421891"/>
    <w:rsid w:val="0042244A"/>
    <w:rsid w:val="00424EF4"/>
    <w:rsid w:val="0042745A"/>
    <w:rsid w:val="00431D5C"/>
    <w:rsid w:val="00431FED"/>
    <w:rsid w:val="00433749"/>
    <w:rsid w:val="004362C6"/>
    <w:rsid w:val="004378FE"/>
    <w:rsid w:val="00437FA2"/>
    <w:rsid w:val="0044663C"/>
    <w:rsid w:val="0045518D"/>
    <w:rsid w:val="0045599C"/>
    <w:rsid w:val="00461EFC"/>
    <w:rsid w:val="004652C2"/>
    <w:rsid w:val="00470630"/>
    <w:rsid w:val="00471326"/>
    <w:rsid w:val="0047275D"/>
    <w:rsid w:val="00474180"/>
    <w:rsid w:val="00474B50"/>
    <w:rsid w:val="0047598D"/>
    <w:rsid w:val="0047795C"/>
    <w:rsid w:val="004833BD"/>
    <w:rsid w:val="004840FD"/>
    <w:rsid w:val="00484A33"/>
    <w:rsid w:val="0048598E"/>
    <w:rsid w:val="004874E3"/>
    <w:rsid w:val="00490F7D"/>
    <w:rsid w:val="00491678"/>
    <w:rsid w:val="004968E2"/>
    <w:rsid w:val="004A24AE"/>
    <w:rsid w:val="004A3EEA"/>
    <w:rsid w:val="004A4D1F"/>
    <w:rsid w:val="004C1B55"/>
    <w:rsid w:val="004D3830"/>
    <w:rsid w:val="004D3A8A"/>
    <w:rsid w:val="004D5282"/>
    <w:rsid w:val="004D6F15"/>
    <w:rsid w:val="004D7097"/>
    <w:rsid w:val="004E07F1"/>
    <w:rsid w:val="004E1B7C"/>
    <w:rsid w:val="004F1551"/>
    <w:rsid w:val="004F35D2"/>
    <w:rsid w:val="004F55A3"/>
    <w:rsid w:val="0050496F"/>
    <w:rsid w:val="00506E17"/>
    <w:rsid w:val="00507D2E"/>
    <w:rsid w:val="00513B6F"/>
    <w:rsid w:val="00517C63"/>
    <w:rsid w:val="00521F67"/>
    <w:rsid w:val="0053110F"/>
    <w:rsid w:val="00534752"/>
    <w:rsid w:val="005360C0"/>
    <w:rsid w:val="005363C4"/>
    <w:rsid w:val="00536BDE"/>
    <w:rsid w:val="00543251"/>
    <w:rsid w:val="0054339E"/>
    <w:rsid w:val="00543ACC"/>
    <w:rsid w:val="00547D3E"/>
    <w:rsid w:val="005678E5"/>
    <w:rsid w:val="00570409"/>
    <w:rsid w:val="00574BE2"/>
    <w:rsid w:val="00574CA9"/>
    <w:rsid w:val="00580480"/>
    <w:rsid w:val="00585326"/>
    <w:rsid w:val="00585704"/>
    <w:rsid w:val="00586ED2"/>
    <w:rsid w:val="00590A6A"/>
    <w:rsid w:val="00590C96"/>
    <w:rsid w:val="0059544B"/>
    <w:rsid w:val="005A0855"/>
    <w:rsid w:val="005A3196"/>
    <w:rsid w:val="005A4C2B"/>
    <w:rsid w:val="005A5D72"/>
    <w:rsid w:val="005B05E7"/>
    <w:rsid w:val="005C080F"/>
    <w:rsid w:val="005C3244"/>
    <w:rsid w:val="005C433B"/>
    <w:rsid w:val="005C55E5"/>
    <w:rsid w:val="005C696A"/>
    <w:rsid w:val="005D03AE"/>
    <w:rsid w:val="005D43E3"/>
    <w:rsid w:val="005E089A"/>
    <w:rsid w:val="005E2544"/>
    <w:rsid w:val="005E548B"/>
    <w:rsid w:val="005E6DA1"/>
    <w:rsid w:val="005E6E85"/>
    <w:rsid w:val="005E765D"/>
    <w:rsid w:val="005F31D2"/>
    <w:rsid w:val="00603281"/>
    <w:rsid w:val="00603DB0"/>
    <w:rsid w:val="00606BC3"/>
    <w:rsid w:val="0061029B"/>
    <w:rsid w:val="00617188"/>
    <w:rsid w:val="00617230"/>
    <w:rsid w:val="00620A5A"/>
    <w:rsid w:val="00621CE1"/>
    <w:rsid w:val="006339C3"/>
    <w:rsid w:val="00647FA8"/>
    <w:rsid w:val="00650DA6"/>
    <w:rsid w:val="00654826"/>
    <w:rsid w:val="006620D9"/>
    <w:rsid w:val="006632D5"/>
    <w:rsid w:val="00671958"/>
    <w:rsid w:val="006753AF"/>
    <w:rsid w:val="00675843"/>
    <w:rsid w:val="00675E59"/>
    <w:rsid w:val="00677FE3"/>
    <w:rsid w:val="006B06F8"/>
    <w:rsid w:val="006C0BDC"/>
    <w:rsid w:val="006C0D8C"/>
    <w:rsid w:val="006C5A40"/>
    <w:rsid w:val="006D050F"/>
    <w:rsid w:val="006D0D32"/>
    <w:rsid w:val="006D5FC0"/>
    <w:rsid w:val="006D6139"/>
    <w:rsid w:val="006D6CFA"/>
    <w:rsid w:val="006E5D65"/>
    <w:rsid w:val="006F1282"/>
    <w:rsid w:val="006F1FBC"/>
    <w:rsid w:val="00704E70"/>
    <w:rsid w:val="007072BA"/>
    <w:rsid w:val="00714F10"/>
    <w:rsid w:val="0071620A"/>
    <w:rsid w:val="00723B26"/>
    <w:rsid w:val="00724677"/>
    <w:rsid w:val="00725459"/>
    <w:rsid w:val="00734608"/>
    <w:rsid w:val="00740F0D"/>
    <w:rsid w:val="00742236"/>
    <w:rsid w:val="00744F12"/>
    <w:rsid w:val="00745302"/>
    <w:rsid w:val="007454F2"/>
    <w:rsid w:val="007461D6"/>
    <w:rsid w:val="00746EC8"/>
    <w:rsid w:val="007508E8"/>
    <w:rsid w:val="00763BF1"/>
    <w:rsid w:val="00766FD4"/>
    <w:rsid w:val="00775543"/>
    <w:rsid w:val="0078168C"/>
    <w:rsid w:val="00782443"/>
    <w:rsid w:val="00790A53"/>
    <w:rsid w:val="00790E27"/>
    <w:rsid w:val="00790F75"/>
    <w:rsid w:val="00791710"/>
    <w:rsid w:val="007918CB"/>
    <w:rsid w:val="007A4022"/>
    <w:rsid w:val="007A6E6E"/>
    <w:rsid w:val="007B612E"/>
    <w:rsid w:val="007B715F"/>
    <w:rsid w:val="007C01BA"/>
    <w:rsid w:val="007C2220"/>
    <w:rsid w:val="007C3299"/>
    <w:rsid w:val="007C3BCC"/>
    <w:rsid w:val="007D5A32"/>
    <w:rsid w:val="007D6E56"/>
    <w:rsid w:val="007D724D"/>
    <w:rsid w:val="007F1A31"/>
    <w:rsid w:val="007F4155"/>
    <w:rsid w:val="008039D9"/>
    <w:rsid w:val="00810ADB"/>
    <w:rsid w:val="00811F04"/>
    <w:rsid w:val="0081707E"/>
    <w:rsid w:val="00824D71"/>
    <w:rsid w:val="00826D57"/>
    <w:rsid w:val="008272CB"/>
    <w:rsid w:val="00835654"/>
    <w:rsid w:val="0083768E"/>
    <w:rsid w:val="00842C6F"/>
    <w:rsid w:val="008449B3"/>
    <w:rsid w:val="0084563B"/>
    <w:rsid w:val="00846057"/>
    <w:rsid w:val="008471C4"/>
    <w:rsid w:val="0085747A"/>
    <w:rsid w:val="00857E2C"/>
    <w:rsid w:val="0086205A"/>
    <w:rsid w:val="00862D74"/>
    <w:rsid w:val="00865492"/>
    <w:rsid w:val="008812A1"/>
    <w:rsid w:val="00881601"/>
    <w:rsid w:val="00884922"/>
    <w:rsid w:val="00885942"/>
    <w:rsid w:val="00885ABD"/>
    <w:rsid w:val="00885F64"/>
    <w:rsid w:val="008917F9"/>
    <w:rsid w:val="008A45F7"/>
    <w:rsid w:val="008B6B10"/>
    <w:rsid w:val="008B75B2"/>
    <w:rsid w:val="008C0CC0"/>
    <w:rsid w:val="008C19A9"/>
    <w:rsid w:val="008C379D"/>
    <w:rsid w:val="008C5147"/>
    <w:rsid w:val="008C5359"/>
    <w:rsid w:val="008C5363"/>
    <w:rsid w:val="008D3DFB"/>
    <w:rsid w:val="008E3980"/>
    <w:rsid w:val="008E64F4"/>
    <w:rsid w:val="008F12C9"/>
    <w:rsid w:val="008F6E29"/>
    <w:rsid w:val="00912F41"/>
    <w:rsid w:val="009153FF"/>
    <w:rsid w:val="00916188"/>
    <w:rsid w:val="00923D7D"/>
    <w:rsid w:val="00936702"/>
    <w:rsid w:val="009428DF"/>
    <w:rsid w:val="0094491A"/>
    <w:rsid w:val="00944F12"/>
    <w:rsid w:val="00947038"/>
    <w:rsid w:val="009508DF"/>
    <w:rsid w:val="00950DAC"/>
    <w:rsid w:val="00954A07"/>
    <w:rsid w:val="00957FB9"/>
    <w:rsid w:val="00960532"/>
    <w:rsid w:val="009616E4"/>
    <w:rsid w:val="00963A97"/>
    <w:rsid w:val="0099208C"/>
    <w:rsid w:val="00993766"/>
    <w:rsid w:val="009964C0"/>
    <w:rsid w:val="00997F14"/>
    <w:rsid w:val="009A65C0"/>
    <w:rsid w:val="009A78D9"/>
    <w:rsid w:val="009C3E31"/>
    <w:rsid w:val="009C4AB8"/>
    <w:rsid w:val="009C5152"/>
    <w:rsid w:val="009C53E0"/>
    <w:rsid w:val="009C54AE"/>
    <w:rsid w:val="009C788E"/>
    <w:rsid w:val="009E3B41"/>
    <w:rsid w:val="009F3C5C"/>
    <w:rsid w:val="009F4610"/>
    <w:rsid w:val="00A00ECC"/>
    <w:rsid w:val="00A01763"/>
    <w:rsid w:val="00A0509B"/>
    <w:rsid w:val="00A1115E"/>
    <w:rsid w:val="00A112AF"/>
    <w:rsid w:val="00A12862"/>
    <w:rsid w:val="00A12D07"/>
    <w:rsid w:val="00A155EE"/>
    <w:rsid w:val="00A168E9"/>
    <w:rsid w:val="00A20B73"/>
    <w:rsid w:val="00A2245B"/>
    <w:rsid w:val="00A2286A"/>
    <w:rsid w:val="00A26DE0"/>
    <w:rsid w:val="00A30110"/>
    <w:rsid w:val="00A30FBA"/>
    <w:rsid w:val="00A352FA"/>
    <w:rsid w:val="00A36899"/>
    <w:rsid w:val="00A371F6"/>
    <w:rsid w:val="00A43BF6"/>
    <w:rsid w:val="00A4568F"/>
    <w:rsid w:val="00A51848"/>
    <w:rsid w:val="00A5448B"/>
    <w:rsid w:val="00A54817"/>
    <w:rsid w:val="00A601C8"/>
    <w:rsid w:val="00A60799"/>
    <w:rsid w:val="00A64011"/>
    <w:rsid w:val="00A660EA"/>
    <w:rsid w:val="00A70396"/>
    <w:rsid w:val="00A71CB9"/>
    <w:rsid w:val="00A80772"/>
    <w:rsid w:val="00A80DAB"/>
    <w:rsid w:val="00A813EB"/>
    <w:rsid w:val="00A90A97"/>
    <w:rsid w:val="00A9719C"/>
    <w:rsid w:val="00A97DE1"/>
    <w:rsid w:val="00AA04CC"/>
    <w:rsid w:val="00AA4F1A"/>
    <w:rsid w:val="00AB053C"/>
    <w:rsid w:val="00AC1DD9"/>
    <w:rsid w:val="00AD1146"/>
    <w:rsid w:val="00AD27D3"/>
    <w:rsid w:val="00AD66D6"/>
    <w:rsid w:val="00AD7C2C"/>
    <w:rsid w:val="00AE0C5E"/>
    <w:rsid w:val="00AE1160"/>
    <w:rsid w:val="00AE203C"/>
    <w:rsid w:val="00AE2E74"/>
    <w:rsid w:val="00AE5FCB"/>
    <w:rsid w:val="00AF003A"/>
    <w:rsid w:val="00AF2C1E"/>
    <w:rsid w:val="00AF5A9E"/>
    <w:rsid w:val="00B00A44"/>
    <w:rsid w:val="00B06142"/>
    <w:rsid w:val="00B07597"/>
    <w:rsid w:val="00B135B1"/>
    <w:rsid w:val="00B22F29"/>
    <w:rsid w:val="00B30E50"/>
    <w:rsid w:val="00B3130B"/>
    <w:rsid w:val="00B40ADB"/>
    <w:rsid w:val="00B41FFF"/>
    <w:rsid w:val="00B43B77"/>
    <w:rsid w:val="00B43E80"/>
    <w:rsid w:val="00B440A3"/>
    <w:rsid w:val="00B46CE7"/>
    <w:rsid w:val="00B510B7"/>
    <w:rsid w:val="00B52453"/>
    <w:rsid w:val="00B56A7F"/>
    <w:rsid w:val="00B607DB"/>
    <w:rsid w:val="00B60D90"/>
    <w:rsid w:val="00B66529"/>
    <w:rsid w:val="00B67CA5"/>
    <w:rsid w:val="00B75946"/>
    <w:rsid w:val="00B8056E"/>
    <w:rsid w:val="00B819C8"/>
    <w:rsid w:val="00B82308"/>
    <w:rsid w:val="00B83856"/>
    <w:rsid w:val="00BA136A"/>
    <w:rsid w:val="00BB348D"/>
    <w:rsid w:val="00BB520A"/>
    <w:rsid w:val="00BD2122"/>
    <w:rsid w:val="00BD3869"/>
    <w:rsid w:val="00BD66E9"/>
    <w:rsid w:val="00BF6FC6"/>
    <w:rsid w:val="00C058B4"/>
    <w:rsid w:val="00C07F2C"/>
    <w:rsid w:val="00C131B5"/>
    <w:rsid w:val="00C16ABF"/>
    <w:rsid w:val="00C170AE"/>
    <w:rsid w:val="00C24529"/>
    <w:rsid w:val="00C26CB7"/>
    <w:rsid w:val="00C31C76"/>
    <w:rsid w:val="00C324C1"/>
    <w:rsid w:val="00C35ACE"/>
    <w:rsid w:val="00C36992"/>
    <w:rsid w:val="00C53BE0"/>
    <w:rsid w:val="00C559A0"/>
    <w:rsid w:val="00C56036"/>
    <w:rsid w:val="00C61DC5"/>
    <w:rsid w:val="00C67E92"/>
    <w:rsid w:val="00C70A26"/>
    <w:rsid w:val="00C70CD6"/>
    <w:rsid w:val="00C85089"/>
    <w:rsid w:val="00C93776"/>
    <w:rsid w:val="00C94B98"/>
    <w:rsid w:val="00CA2B96"/>
    <w:rsid w:val="00CA3A9C"/>
    <w:rsid w:val="00CA5089"/>
    <w:rsid w:val="00CB30E1"/>
    <w:rsid w:val="00CC0202"/>
    <w:rsid w:val="00CD190A"/>
    <w:rsid w:val="00CD2F38"/>
    <w:rsid w:val="00CE51D6"/>
    <w:rsid w:val="00CE5BAC"/>
    <w:rsid w:val="00CE6E19"/>
    <w:rsid w:val="00CF25BE"/>
    <w:rsid w:val="00CF29C6"/>
    <w:rsid w:val="00CF78ED"/>
    <w:rsid w:val="00CF7A74"/>
    <w:rsid w:val="00D02B25"/>
    <w:rsid w:val="00D02EBA"/>
    <w:rsid w:val="00D058A7"/>
    <w:rsid w:val="00D11280"/>
    <w:rsid w:val="00D1172B"/>
    <w:rsid w:val="00D1228F"/>
    <w:rsid w:val="00D1723A"/>
    <w:rsid w:val="00D17C3C"/>
    <w:rsid w:val="00D26031"/>
    <w:rsid w:val="00D26B2C"/>
    <w:rsid w:val="00D30771"/>
    <w:rsid w:val="00D352C9"/>
    <w:rsid w:val="00D425B2"/>
    <w:rsid w:val="00D479FE"/>
    <w:rsid w:val="00D5502F"/>
    <w:rsid w:val="00D552B2"/>
    <w:rsid w:val="00D608D1"/>
    <w:rsid w:val="00D74119"/>
    <w:rsid w:val="00D766EF"/>
    <w:rsid w:val="00D8075B"/>
    <w:rsid w:val="00D80A60"/>
    <w:rsid w:val="00D8678B"/>
    <w:rsid w:val="00D91331"/>
    <w:rsid w:val="00D930E8"/>
    <w:rsid w:val="00D9330C"/>
    <w:rsid w:val="00DA2114"/>
    <w:rsid w:val="00DA4C27"/>
    <w:rsid w:val="00DB4E15"/>
    <w:rsid w:val="00DC4B03"/>
    <w:rsid w:val="00DD620C"/>
    <w:rsid w:val="00DF1976"/>
    <w:rsid w:val="00DF320D"/>
    <w:rsid w:val="00DF6028"/>
    <w:rsid w:val="00DF6076"/>
    <w:rsid w:val="00DF6379"/>
    <w:rsid w:val="00E11006"/>
    <w:rsid w:val="00E129B8"/>
    <w:rsid w:val="00E13FBA"/>
    <w:rsid w:val="00E17E08"/>
    <w:rsid w:val="00E21E7D"/>
    <w:rsid w:val="00E22FBC"/>
    <w:rsid w:val="00E23178"/>
    <w:rsid w:val="00E24BF5"/>
    <w:rsid w:val="00E25338"/>
    <w:rsid w:val="00E336A1"/>
    <w:rsid w:val="00E34CFF"/>
    <w:rsid w:val="00E43554"/>
    <w:rsid w:val="00E47E39"/>
    <w:rsid w:val="00E50090"/>
    <w:rsid w:val="00E514BB"/>
    <w:rsid w:val="00E51E44"/>
    <w:rsid w:val="00E63348"/>
    <w:rsid w:val="00E72FBD"/>
    <w:rsid w:val="00E7533E"/>
    <w:rsid w:val="00E75F01"/>
    <w:rsid w:val="00E77E88"/>
    <w:rsid w:val="00E8067D"/>
    <w:rsid w:val="00E8107D"/>
    <w:rsid w:val="00E8382A"/>
    <w:rsid w:val="00E864FD"/>
    <w:rsid w:val="00EA0A3A"/>
    <w:rsid w:val="00EC0707"/>
    <w:rsid w:val="00EC4899"/>
    <w:rsid w:val="00ED03AB"/>
    <w:rsid w:val="00ED1116"/>
    <w:rsid w:val="00ED32D2"/>
    <w:rsid w:val="00ED32D6"/>
    <w:rsid w:val="00EE2004"/>
    <w:rsid w:val="00EE32DE"/>
    <w:rsid w:val="00EE471F"/>
    <w:rsid w:val="00EE5457"/>
    <w:rsid w:val="00EF3C3E"/>
    <w:rsid w:val="00EF71B2"/>
    <w:rsid w:val="00F05388"/>
    <w:rsid w:val="00F070AB"/>
    <w:rsid w:val="00F20C2A"/>
    <w:rsid w:val="00F21E95"/>
    <w:rsid w:val="00F26C70"/>
    <w:rsid w:val="00F27A7B"/>
    <w:rsid w:val="00F36723"/>
    <w:rsid w:val="00F416B7"/>
    <w:rsid w:val="00F45637"/>
    <w:rsid w:val="00F50C2C"/>
    <w:rsid w:val="00F54B41"/>
    <w:rsid w:val="00F57F32"/>
    <w:rsid w:val="00F617C3"/>
    <w:rsid w:val="00F61C50"/>
    <w:rsid w:val="00F61F5D"/>
    <w:rsid w:val="00F63019"/>
    <w:rsid w:val="00F7066B"/>
    <w:rsid w:val="00F70B99"/>
    <w:rsid w:val="00F7299C"/>
    <w:rsid w:val="00F76CE1"/>
    <w:rsid w:val="00F925B6"/>
    <w:rsid w:val="00F9375D"/>
    <w:rsid w:val="00FA5750"/>
    <w:rsid w:val="00FB05D9"/>
    <w:rsid w:val="00FB5D31"/>
    <w:rsid w:val="00FB7DBA"/>
    <w:rsid w:val="00FC0C5A"/>
    <w:rsid w:val="00FC1C25"/>
    <w:rsid w:val="00FC2717"/>
    <w:rsid w:val="00FC33C2"/>
    <w:rsid w:val="00FC36DA"/>
    <w:rsid w:val="00FC3F45"/>
    <w:rsid w:val="00FD503F"/>
    <w:rsid w:val="00FD7589"/>
    <w:rsid w:val="00FE1386"/>
    <w:rsid w:val="00FF016A"/>
    <w:rsid w:val="00FF071B"/>
    <w:rsid w:val="00FF1401"/>
    <w:rsid w:val="00FF51C0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B23B2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47038"/>
    <w:pPr>
      <w:keepNext/>
      <w:keepLines/>
      <w:widowControl w:val="0"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947038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B23B2"/>
    <w:rPr>
      <w:rFonts w:ascii="Corbel" w:eastAsia="Times New Roman" w:hAnsi="Corbel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rsid w:val="00947038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947038"/>
    <w:rPr>
      <w:rFonts w:ascii="Cambria" w:hAnsi="Cambria" w:cs="Cambria"/>
      <w:b/>
      <w:bCs/>
      <w:color w:val="4F81BD"/>
      <w:sz w:val="22"/>
      <w:szCs w:val="22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1"/>
    <w:rsid w:val="0085747A"/>
    <w:rPr>
      <w:rFonts w:ascii="Calibri" w:eastAsia="Calibri" w:hAnsi="Calibri"/>
      <w:sz w:val="22"/>
      <w:szCs w:val="22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  <w:style w:type="character" w:customStyle="1" w:styleId="FooterChar">
    <w:name w:val="Footer Char"/>
    <w:locked/>
    <w:rsid w:val="00714F10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714F10"/>
  </w:style>
  <w:style w:type="paragraph" w:styleId="NormalnyWeb">
    <w:name w:val="Normal (Web)"/>
    <w:basedOn w:val="Normalny"/>
    <w:uiPriority w:val="99"/>
    <w:unhideWhenUsed/>
    <w:rsid w:val="00C245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C24529"/>
  </w:style>
  <w:style w:type="character" w:customStyle="1" w:styleId="h1">
    <w:name w:val="h1"/>
    <w:basedOn w:val="Domylnaczcionkaakapitu"/>
    <w:rsid w:val="00947038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47038"/>
    <w:rPr>
      <w:rFonts w:ascii="Calibri" w:hAnsi="Calibr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47038"/>
    <w:pPr>
      <w:widowControl w:val="0"/>
      <w:spacing w:after="120" w:line="240" w:lineRule="auto"/>
    </w:pPr>
    <w:rPr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947038"/>
    <w:pPr>
      <w:widowControl w:val="0"/>
      <w:spacing w:after="0" w:line="240" w:lineRule="auto"/>
    </w:pPr>
  </w:style>
  <w:style w:type="paragraph" w:customStyle="1" w:styleId="CharChar">
    <w:name w:val="Char Char"/>
    <w:basedOn w:val="Normalny"/>
    <w:rsid w:val="009470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47038"/>
    <w:pPr>
      <w:suppressAutoHyphens/>
      <w:ind w:left="720"/>
    </w:pPr>
    <w:rPr>
      <w:rFonts w:eastAsia="Times New Roman" w:cs="Calibri"/>
      <w:lang w:eastAsia="ar-SA"/>
    </w:rPr>
  </w:style>
  <w:style w:type="character" w:styleId="Uwydatnienie">
    <w:name w:val="Emphasis"/>
    <w:qFormat/>
    <w:rsid w:val="00947038"/>
    <w:rPr>
      <w:rFonts w:cs="Times New Roman"/>
      <w:i/>
      <w:iCs/>
    </w:rPr>
  </w:style>
  <w:style w:type="paragraph" w:customStyle="1" w:styleId="Akapitzlist2">
    <w:name w:val="Akapit z listą2"/>
    <w:basedOn w:val="Normalny"/>
    <w:rsid w:val="00947038"/>
    <w:pPr>
      <w:spacing w:after="0" w:line="240" w:lineRule="auto"/>
      <w:ind w:left="720"/>
    </w:pPr>
    <w:rPr>
      <w:rFonts w:ascii="Times New Roman" w:hAnsi="Times New Roman"/>
      <w:sz w:val="20"/>
      <w:szCs w:val="20"/>
      <w:lang w:eastAsia="pl-PL"/>
    </w:rPr>
  </w:style>
  <w:style w:type="paragraph" w:customStyle="1" w:styleId="align-justify">
    <w:name w:val="align-justify"/>
    <w:basedOn w:val="Normalny"/>
    <w:rsid w:val="009470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47038"/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semiHidden/>
    <w:rsid w:val="00947038"/>
    <w:pPr>
      <w:spacing w:after="0" w:line="240" w:lineRule="auto"/>
    </w:pPr>
    <w:rPr>
      <w:rFonts w:cs="Calibri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947038"/>
    <w:pPr>
      <w:ind w:left="720"/>
    </w:pPr>
    <w:rPr>
      <w:rFonts w:ascii="Times New Roman" w:hAnsi="Times New Roman"/>
      <w:sz w:val="20"/>
      <w:szCs w:val="20"/>
    </w:rPr>
  </w:style>
  <w:style w:type="character" w:customStyle="1" w:styleId="medium-normal">
    <w:name w:val="medium-normal"/>
    <w:basedOn w:val="Domylnaczcionkaakapitu"/>
    <w:rsid w:val="00947038"/>
  </w:style>
  <w:style w:type="character" w:customStyle="1" w:styleId="a-size-large">
    <w:name w:val="a-size-large"/>
    <w:basedOn w:val="Domylnaczcionkaakapitu"/>
    <w:rsid w:val="00947038"/>
  </w:style>
  <w:style w:type="paragraph" w:customStyle="1" w:styleId="Styl1">
    <w:name w:val="Styl1"/>
    <w:basedOn w:val="Tekstpodstawowy"/>
    <w:link w:val="Styl1Znak"/>
    <w:autoRedefine/>
    <w:qFormat/>
    <w:rsid w:val="00FC36DA"/>
    <w:pPr>
      <w:widowControl w:val="0"/>
      <w:numPr>
        <w:numId w:val="596"/>
      </w:numPr>
      <w:tabs>
        <w:tab w:val="left" w:pos="560"/>
      </w:tabs>
      <w:spacing w:line="360" w:lineRule="auto"/>
      <w:ind w:left="641" w:right="153" w:hanging="357"/>
      <w:jc w:val="both"/>
    </w:pPr>
    <w:rPr>
      <w:b/>
      <w:spacing w:val="-1"/>
      <w:sz w:val="28"/>
      <w:szCs w:val="28"/>
    </w:rPr>
  </w:style>
  <w:style w:type="paragraph" w:customStyle="1" w:styleId="Styl2">
    <w:name w:val="Styl2"/>
    <w:basedOn w:val="Nagwek3"/>
    <w:qFormat/>
    <w:rsid w:val="00131C5D"/>
    <w:pPr>
      <w:tabs>
        <w:tab w:val="left" w:pos="560"/>
      </w:tabs>
      <w:spacing w:before="130" w:line="250" w:lineRule="auto"/>
      <w:ind w:left="500" w:right="152"/>
      <w:jc w:val="both"/>
    </w:pPr>
    <w:rPr>
      <w:b w:val="0"/>
      <w:spacing w:val="-1"/>
      <w:sz w:val="24"/>
      <w:szCs w:val="24"/>
    </w:rPr>
  </w:style>
  <w:style w:type="character" w:customStyle="1" w:styleId="Styl1Znak">
    <w:name w:val="Styl1 Znak"/>
    <w:basedOn w:val="TekstpodstawowyZnak"/>
    <w:link w:val="Styl1"/>
    <w:rsid w:val="00FC36DA"/>
    <w:rPr>
      <w:rFonts w:ascii="Calibri" w:eastAsia="Calibri" w:hAnsi="Calibri"/>
      <w:b/>
      <w:spacing w:val="-1"/>
      <w:sz w:val="28"/>
      <w:szCs w:val="28"/>
      <w:lang w:eastAsia="en-US"/>
    </w:rPr>
  </w:style>
  <w:style w:type="paragraph" w:customStyle="1" w:styleId="Styl3">
    <w:name w:val="Styl3"/>
    <w:basedOn w:val="Nagwek3"/>
    <w:link w:val="Styl3Znak"/>
    <w:autoRedefine/>
    <w:qFormat/>
    <w:rsid w:val="00016F72"/>
    <w:pPr>
      <w:numPr>
        <w:ilvl w:val="1"/>
        <w:numId w:val="597"/>
      </w:numPr>
      <w:spacing w:before="0" w:line="360" w:lineRule="auto"/>
      <w:jc w:val="both"/>
      <w:outlineLvl w:val="1"/>
    </w:pPr>
    <w:rPr>
      <w:color w:val="auto"/>
      <w:sz w:val="24"/>
    </w:rPr>
  </w:style>
  <w:style w:type="paragraph" w:customStyle="1" w:styleId="Styl4">
    <w:name w:val="Styl4"/>
    <w:basedOn w:val="Normalny"/>
    <w:link w:val="Styl4Znak"/>
    <w:qFormat/>
    <w:rsid w:val="00131C5D"/>
    <w:pPr>
      <w:shd w:val="clear" w:color="auto" w:fill="FFFFFF"/>
      <w:spacing w:before="379"/>
      <w:ind w:right="24"/>
    </w:pPr>
    <w:rPr>
      <w:rFonts w:ascii="Times New Roman" w:hAnsi="Times New Roman"/>
      <w:b/>
      <w:sz w:val="24"/>
      <w:szCs w:val="24"/>
    </w:rPr>
  </w:style>
  <w:style w:type="character" w:customStyle="1" w:styleId="Styl3Znak">
    <w:name w:val="Styl3 Znak"/>
    <w:basedOn w:val="Nagwek3Znak"/>
    <w:link w:val="Styl3"/>
    <w:rsid w:val="00016F72"/>
    <w:rPr>
      <w:rFonts w:ascii="Cambria" w:hAnsi="Cambria" w:cs="Cambria"/>
      <w:b/>
      <w:bCs/>
      <w:color w:val="4F81BD"/>
      <w:sz w:val="24"/>
      <w:szCs w:val="22"/>
    </w:rPr>
  </w:style>
  <w:style w:type="character" w:customStyle="1" w:styleId="Styl4Znak">
    <w:name w:val="Styl4 Znak"/>
    <w:basedOn w:val="Domylnaczcionkaakapitu"/>
    <w:link w:val="Styl4"/>
    <w:rsid w:val="00131C5D"/>
    <w:rPr>
      <w:b/>
      <w:sz w:val="24"/>
      <w:szCs w:val="24"/>
      <w:shd w:val="clear" w:color="auto" w:fill="FFFFFF"/>
      <w:lang w:eastAsia="en-US"/>
    </w:rPr>
  </w:style>
  <w:style w:type="paragraph" w:customStyle="1" w:styleId="nagwek20">
    <w:name w:val="nagłówek 2"/>
    <w:basedOn w:val="Styl1"/>
    <w:link w:val="nagwek2Znak0"/>
    <w:autoRedefine/>
    <w:qFormat/>
    <w:rsid w:val="00B56A7F"/>
    <w:pPr>
      <w:numPr>
        <w:numId w:val="0"/>
      </w:numPr>
      <w:tabs>
        <w:tab w:val="clear" w:pos="560"/>
        <w:tab w:val="left" w:pos="0"/>
      </w:tabs>
      <w:spacing w:before="60" w:after="60" w:line="240" w:lineRule="auto"/>
      <w:ind w:left="284" w:right="0"/>
    </w:pPr>
    <w:rPr>
      <w:rFonts w:ascii="Corbel" w:hAnsi="Corbel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A2286A"/>
    <w:rPr>
      <w:rFonts w:ascii="Calibri" w:hAnsi="Calibri"/>
      <w:sz w:val="22"/>
      <w:szCs w:val="22"/>
      <w:lang w:eastAsia="en-US"/>
    </w:rPr>
  </w:style>
  <w:style w:type="character" w:customStyle="1" w:styleId="nagwek2Znak0">
    <w:name w:val="nagłówek 2 Znak"/>
    <w:basedOn w:val="Styl1Znak"/>
    <w:link w:val="nagwek20"/>
    <w:rsid w:val="00B56A7F"/>
    <w:rPr>
      <w:rFonts w:ascii="Corbel" w:eastAsia="Calibri" w:hAnsi="Corbel"/>
      <w:b/>
      <w:spacing w:val="-1"/>
      <w:sz w:val="24"/>
      <w:szCs w:val="24"/>
      <w:lang w:eastAsia="en-US"/>
    </w:rPr>
  </w:style>
  <w:style w:type="paragraph" w:customStyle="1" w:styleId="nagek3czII">
    <w:name w:val="nagłóek 3 cz II"/>
    <w:basedOn w:val="Styl4"/>
    <w:link w:val="nagek3czIIZnak"/>
    <w:qFormat/>
    <w:rsid w:val="007C01BA"/>
    <w:pPr>
      <w:spacing w:before="6" w:after="6" w:line="240" w:lineRule="auto"/>
      <w:ind w:left="284" w:right="0"/>
    </w:pPr>
    <w:rPr>
      <w:rFonts w:ascii="Corbel" w:hAnsi="Corbe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6BF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nagek3czIIZnak">
    <w:name w:val="nagłóek 3 cz II Znak"/>
    <w:basedOn w:val="Styl4Znak"/>
    <w:link w:val="nagek3czII"/>
    <w:rsid w:val="007C01BA"/>
    <w:rPr>
      <w:rFonts w:ascii="Corbel" w:hAnsi="Corbel"/>
      <w:b/>
      <w:sz w:val="24"/>
      <w:szCs w:val="24"/>
      <w:shd w:val="clear" w:color="auto" w:fill="FFFFF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5678E5"/>
    <w:pPr>
      <w:tabs>
        <w:tab w:val="right" w:leader="dot" w:pos="8931"/>
      </w:tabs>
      <w:spacing w:after="100"/>
      <w:ind w:left="284" w:right="-1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1D76B1"/>
    <w:pPr>
      <w:tabs>
        <w:tab w:val="right" w:leader="dot" w:pos="8931"/>
      </w:tabs>
      <w:spacing w:after="100"/>
      <w:ind w:left="1134" w:hanging="425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2224E1"/>
    <w:pPr>
      <w:tabs>
        <w:tab w:val="right" w:leader="dot" w:pos="8931"/>
      </w:tabs>
      <w:spacing w:after="100"/>
      <w:ind w:left="567" w:hanging="34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59961-DEEA-4565-9532-33ACAE65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7273</CharactersWithSpaces>
  <SharedDoc>false</SharedDoc>
  <HLinks>
    <vt:vector size="6" baseType="variant">
      <vt:variant>
        <vt:i4>6094850</vt:i4>
      </vt:variant>
      <vt:variant>
        <vt:i4>0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3</cp:revision>
  <cp:lastPrinted>2017-07-18T19:35:00Z</cp:lastPrinted>
  <dcterms:created xsi:type="dcterms:W3CDTF">2019-02-03T21:13:00Z</dcterms:created>
  <dcterms:modified xsi:type="dcterms:W3CDTF">2019-02-03T21:19:00Z</dcterms:modified>
</cp:coreProperties>
</file>